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C29569" w14:textId="77777777" w:rsidR="00F422D3" w:rsidRPr="005D6794" w:rsidRDefault="00F422D3" w:rsidP="005D6794">
      <w:pPr>
        <w:pStyle w:val="SoDTitul1"/>
      </w:pPr>
      <w:r w:rsidRPr="005D6794">
        <w:t>S</w:t>
      </w:r>
      <w:r w:rsidR="001906C2">
        <w:t>mlouva o dílo na zhotovení stavby</w:t>
      </w:r>
      <w:r w:rsidR="00FE2EF5">
        <w:t xml:space="preserve"> </w:t>
      </w:r>
    </w:p>
    <w:p w14:paraId="7BEA8D3F" w14:textId="6B935D2E" w:rsidR="00F422D3" w:rsidRDefault="00F422D3" w:rsidP="00B42F40">
      <w:pPr>
        <w:pStyle w:val="SoDTitul2"/>
      </w:pPr>
      <w:r>
        <w:t xml:space="preserve">Název zakázky: </w:t>
      </w:r>
      <w:bookmarkStart w:id="0" w:name="_Hlk167783233"/>
      <w:r>
        <w:t>„</w:t>
      </w:r>
      <w:r w:rsidR="00F559C5" w:rsidRPr="00F559C5">
        <w:t>Modernizace trati Hradec Králové – Pardubice – Chrudim, 2.stavba, zdvoukolejnění Opatovice nad Labem-Hradec Králové, 1.etapa ŽST Hradec Králové hl.n.“, SO 22-78-06 ŽST Hradec Králové hl. n., demolice objektu skladu p.č.st. 231/1</w:t>
      </w:r>
      <w:bookmarkEnd w:id="0"/>
    </w:p>
    <w:p w14:paraId="70399B40" w14:textId="77777777" w:rsidR="00F422D3" w:rsidRPr="00B42F40" w:rsidRDefault="00F422D3" w:rsidP="00003F09">
      <w:pPr>
        <w:pStyle w:val="SoDNadpisbezsl1-2"/>
      </w:pPr>
      <w:r w:rsidRPr="00B42F40">
        <w:t>Smluvní strany:</w:t>
      </w:r>
    </w:p>
    <w:p w14:paraId="6D05DFB5"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5640D88" w14:textId="77777777" w:rsidR="00F422D3" w:rsidRDefault="00F422D3" w:rsidP="00B42F40">
      <w:pPr>
        <w:pStyle w:val="SoDTextbezodsazen"/>
        <w:spacing w:after="0"/>
      </w:pPr>
      <w:r>
        <w:t xml:space="preserve">se sídlem: Dlážděná 1003/7, 110 00 Praha 1 - Nové Město </w:t>
      </w:r>
    </w:p>
    <w:p w14:paraId="3A67C7BD" w14:textId="77777777" w:rsidR="00F422D3" w:rsidRDefault="00F422D3" w:rsidP="00B42F40">
      <w:pPr>
        <w:pStyle w:val="SoDTextbezodsazen"/>
        <w:spacing w:after="0"/>
      </w:pPr>
      <w:r>
        <w:t>IČO: 70994234 DIČ: CZ70994234</w:t>
      </w:r>
    </w:p>
    <w:p w14:paraId="3A667361" w14:textId="77777777" w:rsidR="00F422D3" w:rsidRDefault="00F422D3" w:rsidP="00B42F40">
      <w:pPr>
        <w:pStyle w:val="SoDTextbezodsazen"/>
        <w:spacing w:after="0"/>
      </w:pPr>
      <w:r>
        <w:t>zapsaná v obchodním rejstříku vedeném Městským soudem v Praze,</w:t>
      </w:r>
    </w:p>
    <w:p w14:paraId="0765224A" w14:textId="77777777" w:rsidR="00F422D3" w:rsidRDefault="00F422D3" w:rsidP="00B42F40">
      <w:pPr>
        <w:pStyle w:val="SoDTextbezodsazen"/>
        <w:spacing w:after="0"/>
      </w:pPr>
      <w:r>
        <w:t>spisová značka A 48384</w:t>
      </w:r>
    </w:p>
    <w:p w14:paraId="4DE12063" w14:textId="761535DE" w:rsidR="00F422D3" w:rsidRPr="00F559C5" w:rsidRDefault="00F422D3" w:rsidP="00B42F40">
      <w:pPr>
        <w:pStyle w:val="SoDTextbezodsazen"/>
        <w:spacing w:after="0"/>
      </w:pPr>
      <w:r>
        <w:t>zastoupena</w:t>
      </w:r>
      <w:r w:rsidRPr="00F559C5">
        <w:t xml:space="preserve">: </w:t>
      </w:r>
      <w:r w:rsidR="00C15AFC" w:rsidRPr="00121010">
        <w:t>Ing. Miroslavem Bocákem, ředitelem Stavební správy východ</w:t>
      </w:r>
    </w:p>
    <w:p w14:paraId="50A455F3" w14:textId="2098BC7F" w:rsidR="00F422D3" w:rsidRDefault="00F422D3" w:rsidP="00B42F40">
      <w:pPr>
        <w:pStyle w:val="SoDTextbezodsazen"/>
      </w:pPr>
      <w:r w:rsidRPr="00F559C5">
        <w:t xml:space="preserve">na základě Pověření č. </w:t>
      </w:r>
      <w:r w:rsidR="00C15AFC">
        <w:t>1971</w:t>
      </w:r>
      <w:r w:rsidRPr="00F559C5">
        <w:t xml:space="preserve"> ze dne </w:t>
      </w:r>
      <w:r w:rsidR="00C15AFC">
        <w:t>16</w:t>
      </w:r>
      <w:r w:rsidRPr="00F559C5">
        <w:t>.</w:t>
      </w:r>
      <w:r w:rsidR="00C15AFC">
        <w:t>12</w:t>
      </w:r>
      <w:r w:rsidRPr="00F559C5">
        <w:t>. 201</w:t>
      </w:r>
      <w:r w:rsidR="00C15AFC">
        <w:t>5</w:t>
      </w:r>
    </w:p>
    <w:p w14:paraId="4B8218E7"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590236A6"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44F76B40" w14:textId="076358E7" w:rsidR="00F422D3" w:rsidRDefault="00F422D3" w:rsidP="00B42F40">
      <w:pPr>
        <w:pStyle w:val="SoDTextbezodsazen"/>
      </w:pPr>
      <w:r w:rsidRPr="00B42F40">
        <w:t>Stavební</w:t>
      </w:r>
      <w:r>
        <w:t xml:space="preserve"> správa</w:t>
      </w:r>
      <w:r w:rsidR="00CC5BEB">
        <w:t xml:space="preserve"> </w:t>
      </w:r>
      <w:r w:rsidR="00F559C5">
        <w:t>východ, Nerudova 773/1, 779 00 Olomouc</w:t>
      </w:r>
    </w:p>
    <w:p w14:paraId="62DA5422" w14:textId="77777777" w:rsidR="00F422D3" w:rsidRDefault="00F422D3" w:rsidP="00B42F40">
      <w:pPr>
        <w:pStyle w:val="SoDTextbezodsazen"/>
      </w:pPr>
      <w:r>
        <w:t>(</w:t>
      </w:r>
      <w:r w:rsidRPr="00B42F40">
        <w:t>dále</w:t>
      </w:r>
      <w:r>
        <w:t xml:space="preserve"> jen „</w:t>
      </w:r>
      <w:r w:rsidRPr="00F422D3">
        <w:rPr>
          <w:b/>
        </w:rPr>
        <w:t>Objednatel</w:t>
      </w:r>
      <w:r>
        <w:t>“)</w:t>
      </w:r>
    </w:p>
    <w:p w14:paraId="6CDA8D0B" w14:textId="77777777" w:rsidR="00F422D3" w:rsidRDefault="00F422D3" w:rsidP="00B42F40">
      <w:pPr>
        <w:pStyle w:val="SoDTextbezodsazen"/>
        <w:spacing w:after="0"/>
      </w:pPr>
      <w:r>
        <w:t>číslo smlouvy: "</w:t>
      </w:r>
      <w:r w:rsidRPr="00F422D3">
        <w:rPr>
          <w:highlight w:val="green"/>
        </w:rPr>
        <w:t>VLOŽÍ OBJEDNATEL</w:t>
      </w:r>
      <w:r>
        <w:t xml:space="preserve">" </w:t>
      </w:r>
    </w:p>
    <w:p w14:paraId="1761C008"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1C10AF14" w14:textId="102615F0" w:rsidR="00F422D3" w:rsidRDefault="00F422D3" w:rsidP="00B42F40">
      <w:pPr>
        <w:pStyle w:val="SoDTextbezodsazen"/>
      </w:pPr>
      <w:r>
        <w:t>ISPROFOND</w:t>
      </w:r>
      <w:r w:rsidR="00F559C5">
        <w:t>/SUBISPROFIN</w:t>
      </w:r>
      <w:r>
        <w:t>:</w:t>
      </w:r>
      <w:r w:rsidR="00F559C5">
        <w:t xml:space="preserve"> 5003720018</w:t>
      </w:r>
    </w:p>
    <w:p w14:paraId="47194046" w14:textId="77777777" w:rsidR="00B42F40" w:rsidRDefault="00B42F40" w:rsidP="00B42F40">
      <w:pPr>
        <w:pStyle w:val="SoDTextbezodsazen"/>
      </w:pPr>
    </w:p>
    <w:p w14:paraId="2EC38523" w14:textId="77777777" w:rsidR="00F422D3" w:rsidRDefault="00F422D3" w:rsidP="00B42F40">
      <w:pPr>
        <w:pStyle w:val="SoDTextbezodsazen"/>
      </w:pPr>
      <w:r w:rsidRPr="00B42F40">
        <w:t>a</w:t>
      </w:r>
    </w:p>
    <w:p w14:paraId="1DD7630A" w14:textId="77777777" w:rsidR="00CC6517" w:rsidRPr="00B42F40" w:rsidRDefault="00CC6517" w:rsidP="00B42F40">
      <w:pPr>
        <w:pStyle w:val="SoDTextbezodsazen"/>
      </w:pPr>
    </w:p>
    <w:p w14:paraId="6AFF2982"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59E846E1"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3EF3F9E2"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0C62C44"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3D9D0C63"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4CF10A14"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61C927B" w14:textId="77777777" w:rsidR="00F422D3" w:rsidRPr="00B42F40" w:rsidRDefault="00F422D3" w:rsidP="00B42F40">
      <w:pPr>
        <w:pStyle w:val="SoDTextbezodsazen"/>
      </w:pPr>
      <w:r w:rsidRPr="00B42F40">
        <w:lastRenderedPageBreak/>
        <w:t>zastoupena: "</w:t>
      </w:r>
      <w:r w:rsidRPr="00B42F40">
        <w:rPr>
          <w:highlight w:val="yellow"/>
        </w:rPr>
        <w:t>VLOŽÍ ZHOTOVITEL</w:t>
      </w:r>
      <w:r w:rsidRPr="00B42F40">
        <w:t xml:space="preserve">" </w:t>
      </w:r>
    </w:p>
    <w:p w14:paraId="212C642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3F0A31F6"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052B7A65" w14:textId="77777777" w:rsidR="00F422D3" w:rsidRPr="00B42F40" w:rsidRDefault="00F422D3" w:rsidP="00B42F40">
      <w:pPr>
        <w:pStyle w:val="SoDTextbezodsazen"/>
      </w:pPr>
      <w:r w:rsidRPr="00B42F40">
        <w:t>(dále jen „</w:t>
      </w:r>
      <w:r w:rsidRPr="00B42F40">
        <w:rPr>
          <w:rStyle w:val="Tun"/>
        </w:rPr>
        <w:t>Zhotovitel</w:t>
      </w:r>
      <w:r w:rsidRPr="00B42F40">
        <w:t>“)</w:t>
      </w:r>
    </w:p>
    <w:p w14:paraId="700327DD"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441D4BCF"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32F22E39" w14:textId="77777777" w:rsidR="00B42F40" w:rsidRDefault="00B42F40" w:rsidP="00B42F40">
      <w:pPr>
        <w:pStyle w:val="SoDTextbezodsazen"/>
      </w:pPr>
    </w:p>
    <w:p w14:paraId="0FE41B60" w14:textId="77777777" w:rsidR="00B42F40" w:rsidRPr="00B42F40" w:rsidRDefault="00B42F40" w:rsidP="00B42F40">
      <w:pPr>
        <w:pStyle w:val="SoDTextbezodsazen"/>
      </w:pPr>
    </w:p>
    <w:p w14:paraId="3CFADD1C" w14:textId="7BDB25DB" w:rsidR="00F422D3" w:rsidRDefault="00F422D3" w:rsidP="00B42F40">
      <w:pPr>
        <w:pStyle w:val="SoDTextbezodsazen"/>
      </w:pPr>
      <w:r w:rsidRPr="00B42F40">
        <w:t xml:space="preserve">Objednatel si přeje, aby Dílo </w:t>
      </w:r>
      <w:r w:rsidR="00D50737" w:rsidRPr="00D50737">
        <w:rPr>
          <w:b/>
          <w:bCs/>
        </w:rPr>
        <w:t>„Modernizace trati Hradec Králové – Pardubice – Chrudim, 2.stavba, zdvoukolejnění Opatovice nad Labem-Hradec Králové, 1.etapa ŽST Hradec Králové hl.n.“, SO 22-78-06 ŽST Hradec Králové hl. n., demolice objektu skladu p.č.st. 231/1</w:t>
      </w:r>
      <w:r w:rsidR="00D50737">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7F014D97"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700A9290"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60A59020"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4A971888"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2194EB61"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6916B723"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77C9DD2"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72BF4E8A" w14:textId="0E6F7FBC" w:rsidR="00F422D3" w:rsidRPr="0045180B" w:rsidRDefault="00F422D3" w:rsidP="00F54F3E">
      <w:pPr>
        <w:pStyle w:val="SoDslseznam-2"/>
      </w:pPr>
      <w:r w:rsidRPr="00C50C28">
        <w:t>Technická specifikace</w:t>
      </w:r>
      <w:r w:rsidR="007A0E0E">
        <w:t xml:space="preserve"> </w:t>
      </w:r>
      <w:r w:rsidR="007A0E0E" w:rsidRPr="0045180B">
        <w:t>(VTP</w:t>
      </w:r>
      <w:r w:rsidR="0076569B">
        <w:t>/R-F/14/22</w:t>
      </w:r>
      <w:r w:rsidR="007A0E0E" w:rsidRPr="0045180B">
        <w:t>, ZTP</w:t>
      </w:r>
      <w:r w:rsidR="00A32963">
        <w:t xml:space="preserve"> </w:t>
      </w:r>
      <w:r w:rsidR="00896D72">
        <w:t xml:space="preserve">ze dne 16. 7. 2024 </w:t>
      </w:r>
      <w:r w:rsidR="007A0E0E" w:rsidRPr="0045180B">
        <w:t>a další dle Pod-článku 1.1.1.5 Smluvních podmínek)</w:t>
      </w:r>
      <w:r w:rsidR="00AC383E">
        <w:t>,</w:t>
      </w:r>
    </w:p>
    <w:p w14:paraId="3034E863" w14:textId="77777777" w:rsidR="00F422D3" w:rsidRPr="00C50C28" w:rsidRDefault="00F422D3" w:rsidP="00F54F3E">
      <w:pPr>
        <w:pStyle w:val="SoDslseznam-2"/>
      </w:pPr>
      <w:r w:rsidRPr="00C50C28">
        <w:t>Výkresy</w:t>
      </w:r>
      <w:r w:rsidR="00AC383E">
        <w:t>,</w:t>
      </w:r>
    </w:p>
    <w:p w14:paraId="78C3F94D" w14:textId="77777777" w:rsidR="00F422D3" w:rsidRPr="00C50C28" w:rsidRDefault="00F422D3" w:rsidP="00F54F3E">
      <w:pPr>
        <w:pStyle w:val="SoDslseznam-2"/>
      </w:pPr>
      <w:r w:rsidRPr="00C50C28">
        <w:t xml:space="preserve">Formuláře:  </w:t>
      </w:r>
    </w:p>
    <w:p w14:paraId="5BD77994" w14:textId="6EC53BDD" w:rsidR="00F422D3" w:rsidRDefault="00F422D3" w:rsidP="0076569B">
      <w:pPr>
        <w:pStyle w:val="SoDslseznam-3"/>
      </w:pPr>
      <w:r w:rsidRPr="00C50C28">
        <w:t>Soupis prací</w:t>
      </w:r>
      <w:r w:rsidR="0076569B">
        <w:t>.</w:t>
      </w:r>
    </w:p>
    <w:p w14:paraId="7460066B"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22E3270A"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F5D8152"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41372D1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7CC88577"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33B53173" w14:textId="77777777" w:rsidR="00B84CEE" w:rsidRDefault="00B84CEE" w:rsidP="00B84CEE">
      <w:pPr>
        <w:pStyle w:val="SoDslseznam-3"/>
      </w:pPr>
      <w:r>
        <w:t>Metodika pro zlepšení díla (Value Engineering) - schváleno Ministerstvem dopravy dne 18. 6. 2019</w:t>
      </w:r>
      <w:r w:rsidR="00A11A87">
        <w:t>,</w:t>
      </w:r>
    </w:p>
    <w:p w14:paraId="4936CF23" w14:textId="77777777" w:rsidR="00B84CEE" w:rsidRDefault="00B84CEE" w:rsidP="00B84CEE">
      <w:pPr>
        <w:pStyle w:val="SoDslseznam-3"/>
      </w:pPr>
      <w:r>
        <w:lastRenderedPageBreak/>
        <w:t>Metodika pro akceleraci - 1. vydání, schváleno Ministerstvem dopravy dne 11. 2. 2020</w:t>
      </w:r>
      <w:r w:rsidR="00A11A87">
        <w:t>.</w:t>
      </w:r>
    </w:p>
    <w:p w14:paraId="56B53AB2" w14:textId="77777777" w:rsidR="00B84CEE" w:rsidRPr="002C6663" w:rsidRDefault="00B84CEE" w:rsidP="008916E9">
      <w:pPr>
        <w:pStyle w:val="SoDslseznam-3"/>
        <w:numPr>
          <w:ilvl w:val="0"/>
          <w:numId w:val="0"/>
        </w:numPr>
        <w:ind w:left="1701"/>
      </w:pPr>
    </w:p>
    <w:p w14:paraId="0199955C"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7C03A3F7"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32B627C1"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111FE138"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0F0FED79" w14:textId="77777777" w:rsidR="00F422D3" w:rsidRPr="00146B8C" w:rsidRDefault="00F422D3" w:rsidP="00F54F3E">
      <w:pPr>
        <w:pStyle w:val="SoDslseznam-2"/>
      </w:pPr>
      <w:r w:rsidRPr="002D4801">
        <w:t>Faktura</w:t>
      </w:r>
      <w:r w:rsidRPr="00146B8C">
        <w:t>,</w:t>
      </w:r>
    </w:p>
    <w:p w14:paraId="71160369" w14:textId="77777777" w:rsidR="00F422D3" w:rsidRPr="00146B8C" w:rsidRDefault="00F422D3" w:rsidP="00F54F3E">
      <w:pPr>
        <w:pStyle w:val="SoDslseznam-2"/>
      </w:pPr>
      <w:r w:rsidRPr="00146B8C">
        <w:t>soupis zjišťovacích protokolů,</w:t>
      </w:r>
    </w:p>
    <w:p w14:paraId="748DC5C8" w14:textId="77777777" w:rsidR="00F422D3" w:rsidRDefault="00E46737" w:rsidP="00F54F3E">
      <w:pPr>
        <w:pStyle w:val="SoDslseznam-2"/>
      </w:pPr>
      <w:r w:rsidRPr="00146B8C">
        <w:t>zjišťovací</w:t>
      </w:r>
      <w:r>
        <w:t xml:space="preserve"> protokoly.</w:t>
      </w:r>
    </w:p>
    <w:p w14:paraId="7DE9868F" w14:textId="77777777" w:rsidR="00F422D3" w:rsidRDefault="00F422D3" w:rsidP="00F54F3E">
      <w:pPr>
        <w:pStyle w:val="SoDslseznam-1"/>
      </w:pPr>
      <w:r w:rsidRPr="00222886">
        <w:t>Rekapitulace ceny je uvedena v příloze č. 1 této Smlouvy o dílo.</w:t>
      </w:r>
    </w:p>
    <w:p w14:paraId="5005E35D" w14:textId="17331877" w:rsidR="002D7BAE" w:rsidRPr="00FA237E" w:rsidRDefault="002D7BAE" w:rsidP="0076569B">
      <w:pPr>
        <w:pStyle w:val="SoDslseznam-1"/>
      </w:pPr>
      <w:r w:rsidRPr="00E73A2F">
        <w:t>Sociálně a environmentálně odpovědné zadávání</w:t>
      </w:r>
    </w:p>
    <w:p w14:paraId="0CF04DBE"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79E32C2A" w14:textId="77777777" w:rsidR="00C81A30" w:rsidRPr="002C6663" w:rsidRDefault="00C74AE9" w:rsidP="005925DB">
      <w:pPr>
        <w:pStyle w:val="SoDTextbezslovn"/>
      </w:pPr>
      <w:r w:rsidRPr="002C6663">
        <w:t>V rámci plnění Díla jde o dále uvedené požadavky:</w:t>
      </w:r>
    </w:p>
    <w:p w14:paraId="1B2245AA" w14:textId="77777777" w:rsidR="00C74AE9" w:rsidRPr="002C6663" w:rsidRDefault="00C74AE9" w:rsidP="002C03C9">
      <w:pPr>
        <w:pStyle w:val="SoDodraka-1"/>
      </w:pPr>
      <w:r w:rsidRPr="005925DB">
        <w:t>rovnocenné</w:t>
      </w:r>
      <w:r w:rsidRPr="002C6663">
        <w:t xml:space="preserve"> platební podmínky v rámci dodavatelského řetězce,</w:t>
      </w:r>
    </w:p>
    <w:p w14:paraId="3AF3B905" w14:textId="27355A99" w:rsidR="00C74AE9" w:rsidRPr="002C6663" w:rsidRDefault="00C74AE9" w:rsidP="0076569B">
      <w:pPr>
        <w:pStyle w:val="SoDodraka-1"/>
      </w:pPr>
      <w:r w:rsidRPr="002C6663">
        <w:t>jednání vedená primárně distančním způsobem,</w:t>
      </w:r>
    </w:p>
    <w:p w14:paraId="12FE21F9" w14:textId="365246C8" w:rsidR="00FE2EF5" w:rsidRPr="0076569B" w:rsidRDefault="00C74AE9" w:rsidP="0076569B">
      <w:pPr>
        <w:pStyle w:val="SoDodraka-1"/>
        <w:rPr>
          <w:i/>
          <w:color w:val="00B050"/>
        </w:rPr>
      </w:pPr>
      <w:r w:rsidRPr="002C6663">
        <w:t xml:space="preserve">recyklace </w:t>
      </w:r>
      <w:r w:rsidR="0076569B">
        <w:t>vyzískaného materiálu z demolice objektu.</w:t>
      </w:r>
    </w:p>
    <w:p w14:paraId="3A69FE3C"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0F4B2728"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5129D776"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D3BB0F8"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72917360" w14:textId="6374F486" w:rsidR="007557D3" w:rsidRPr="00C50C28" w:rsidRDefault="007557D3" w:rsidP="007557D3">
      <w:pPr>
        <w:pStyle w:val="SoDslseznam-1"/>
      </w:pPr>
      <w:r w:rsidRPr="00C50C28">
        <w:lastRenderedPageBreak/>
        <w:t>Pro zhotovení Díla není dán požadavek na zajištění interoperability ve smyslu nařízení vlády č.133/2005 Sb.</w:t>
      </w:r>
      <w:r>
        <w:t xml:space="preserve"> (resp. předpisu, nahrazujícího toto nařízení).</w:t>
      </w:r>
    </w:p>
    <w:p w14:paraId="222F4A07"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76569B">
        <w:t xml:space="preserve">. </w:t>
      </w:r>
      <w:r w:rsidR="00D20BF2" w:rsidRPr="0076569B">
        <w:t>2</w:t>
      </w:r>
      <w:r w:rsidR="00735609" w:rsidRPr="0076569B">
        <w:t>5</w:t>
      </w:r>
      <w:r w:rsidR="00D20BF2" w:rsidRPr="0076569B">
        <w:t xml:space="preserve"> </w:t>
      </w:r>
      <w:r w:rsidRPr="0076569B">
        <w:t xml:space="preserve">této </w:t>
      </w:r>
      <w:r w:rsidRPr="00C50C28">
        <w:t>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0B37B0DC"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728891E1" w14:textId="77777777" w:rsidR="00F422D3" w:rsidRPr="00C50C28" w:rsidRDefault="00F422D3" w:rsidP="00FC27A9">
      <w:pPr>
        <w:pStyle w:val="SoDslseznam-1"/>
        <w:keepNext/>
      </w:pPr>
      <w:r w:rsidRPr="00C50C28">
        <w:t>Objednatel si vyhrazuje:</w:t>
      </w:r>
    </w:p>
    <w:p w14:paraId="580CE93C" w14:textId="6F2A80A5" w:rsidR="00E73A2F" w:rsidRPr="0076569B" w:rsidRDefault="00E73A2F" w:rsidP="0076569B">
      <w:pPr>
        <w:pStyle w:val="SoDslseznam-2"/>
        <w:rPr>
          <w:i/>
          <w:iCs/>
        </w:rPr>
      </w:pPr>
      <w:r w:rsidRPr="0076569B">
        <w:rPr>
          <w:i/>
          <w:iCs/>
        </w:rPr>
        <w:t>NEOBSAZENO</w:t>
      </w:r>
    </w:p>
    <w:p w14:paraId="025C97B0" w14:textId="5EB14C88" w:rsidR="004F6BB8" w:rsidRPr="0076569B" w:rsidRDefault="0076569B" w:rsidP="00F54F3E">
      <w:pPr>
        <w:pStyle w:val="SoDslseznam-2"/>
        <w:rPr>
          <w:i/>
          <w:iCs/>
        </w:rPr>
      </w:pPr>
      <w:r w:rsidRPr="0076569B">
        <w:rPr>
          <w:i/>
          <w:iCs/>
        </w:rPr>
        <w:t>NEOBSAZENO</w:t>
      </w:r>
    </w:p>
    <w:p w14:paraId="3533FC33" w14:textId="5AFC018F" w:rsidR="007157F6" w:rsidRPr="001B325A" w:rsidRDefault="007157F6" w:rsidP="00A973B1">
      <w:pPr>
        <w:pStyle w:val="SoDslseznam-2"/>
      </w:pPr>
      <w:bookmarkStart w:id="1" w:name="_Hlk135648984"/>
      <w:r w:rsidRPr="00A973B1">
        <w:t>V</w:t>
      </w:r>
      <w:r w:rsidR="006467C2" w:rsidRPr="002C6663">
        <w:t xml:space="preserve"> souladu s § 100 odst.</w:t>
      </w:r>
      <w:r w:rsidR="000A2358">
        <w:t> </w:t>
      </w:r>
      <w:r w:rsidR="006467C2" w:rsidRPr="002C6663">
        <w:t xml:space="preserve">1 ZZVZ </w:t>
      </w:r>
      <w:r w:rsidR="00713432" w:rsidRPr="002C6663">
        <w:t xml:space="preserve">provedení činností </w:t>
      </w:r>
      <w:r w:rsidR="006467C2" w:rsidRPr="002C6663">
        <w:t>v souvislosti s</w:t>
      </w:r>
      <w:r>
        <w:t> </w:t>
      </w:r>
      <w:r w:rsidR="006467C2" w:rsidRPr="002C6663">
        <w:t xml:space="preserve">publicitou Stavby spolufinancované Evropskou unií podle platných pravidel </w:t>
      </w:r>
      <w:r w:rsidR="0076569B" w:rsidRPr="00FD7911">
        <w:t>Programu Doprava 2021-2027</w:t>
      </w:r>
      <w:r w:rsidR="00973C20">
        <w:t xml:space="preserve">. </w:t>
      </w:r>
      <w:r w:rsidR="006467C2" w:rsidRPr="002C6663">
        <w:t xml:space="preserve">Specifikace činností a podmínky pro jejich provedení jsou uvedeny v Technické specifikaci </w:t>
      </w:r>
      <w:r w:rsidR="00222886" w:rsidRPr="002C6663">
        <w:t>–</w:t>
      </w:r>
      <w:r w:rsidR="006467C2" w:rsidRPr="002C6663">
        <w:t xml:space="preserve"> </w:t>
      </w:r>
      <w:r w:rsidR="00222886" w:rsidRPr="002C6663">
        <w:t>Zvláštní technické podmínky</w:t>
      </w:r>
      <w:r w:rsidR="006467C2" w:rsidRPr="002C6663">
        <w:t xml:space="preserve">. V případě, že tato veřejná zakázka nebude spolufinancovaná z prostředků Evropské unie, zajištění publicity Stavby nebude Zhotovitelem provedeno. Zhotoviteli bude uhrazen jen skutečně provedený rozsah tohoto </w:t>
      </w:r>
      <w:r w:rsidR="006467C2" w:rsidRPr="001B325A">
        <w:t>plnění.</w:t>
      </w:r>
    </w:p>
    <w:bookmarkEnd w:id="1"/>
    <w:p w14:paraId="265F1263"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285132FD"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3595CA2C" w14:textId="68781CF8" w:rsidR="00CB337C" w:rsidRPr="0076569B" w:rsidRDefault="00D453DF" w:rsidP="0076569B">
      <w:pPr>
        <w:pStyle w:val="SoDslseznam-2"/>
        <w:rPr>
          <w:i/>
          <w:iCs/>
        </w:rPr>
      </w:pPr>
      <w:r w:rsidRPr="0076569B">
        <w:rPr>
          <w:i/>
          <w:iCs/>
        </w:rPr>
        <w:t>NEOBSAZENO</w:t>
      </w:r>
    </w:p>
    <w:p w14:paraId="4E79D34C" w14:textId="14146A87" w:rsidR="00CB337C" w:rsidRPr="0076569B" w:rsidRDefault="0076569B" w:rsidP="00F54F3E">
      <w:pPr>
        <w:pStyle w:val="SoDslseznam-1"/>
        <w:rPr>
          <w:i/>
          <w:iCs/>
        </w:rPr>
      </w:pPr>
      <w:r w:rsidRPr="0076569B">
        <w:rPr>
          <w:i/>
          <w:iCs/>
        </w:rPr>
        <w:t>NEOBSAZENO</w:t>
      </w:r>
    </w:p>
    <w:p w14:paraId="0A5EBF50" w14:textId="705FB113" w:rsidR="00CB337C" w:rsidRPr="0076569B" w:rsidRDefault="00CB337C" w:rsidP="0076569B">
      <w:pPr>
        <w:pStyle w:val="SoDslseznam-1"/>
        <w:rPr>
          <w:i/>
          <w:iCs/>
        </w:rPr>
      </w:pPr>
      <w:bookmarkStart w:id="2" w:name="_Hlk164250234"/>
      <w:r w:rsidRPr="0076569B">
        <w:rPr>
          <w:i/>
          <w:iCs/>
        </w:rPr>
        <w:t>NEOBSAZENO</w:t>
      </w:r>
    </w:p>
    <w:bookmarkEnd w:id="2"/>
    <w:p w14:paraId="6FDE054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337E3F61"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D522F01"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24E1E6C6" w14:textId="77777777" w:rsidR="006D17CF" w:rsidRPr="00DA5988" w:rsidRDefault="006D17CF" w:rsidP="002C03C9">
      <w:pPr>
        <w:pStyle w:val="SoDslseznam-1a"/>
      </w:pPr>
      <w:r w:rsidRPr="00DA5988">
        <w:lastRenderedPageBreak/>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095EF042"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1A33BB8B"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4DAE7360"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388D0656" w14:textId="77777777" w:rsidR="001C65FE" w:rsidRPr="002C6663" w:rsidRDefault="001C65FE" w:rsidP="00FC27A9">
      <w:pPr>
        <w:pStyle w:val="SoDslseznam-1"/>
        <w:keepNext/>
      </w:pPr>
      <w:r w:rsidRPr="002C6663">
        <w:t>Compliance doložka a etické zásady</w:t>
      </w:r>
    </w:p>
    <w:p w14:paraId="1538F0A1"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44740CBB" w14:textId="77777777" w:rsidR="007A08B0" w:rsidRPr="007A08B0" w:rsidRDefault="007A08B0" w:rsidP="00676F5B">
      <w:pPr>
        <w:pStyle w:val="SoDslseznam-1"/>
        <w:keepNext/>
      </w:pPr>
      <w:r w:rsidRPr="007A08B0">
        <w:t xml:space="preserve">Mezinárodní sankce </w:t>
      </w:r>
    </w:p>
    <w:p w14:paraId="33193D46" w14:textId="77777777" w:rsidR="007A08B0" w:rsidRPr="007A08B0" w:rsidRDefault="007A08B0" w:rsidP="00676F5B">
      <w:pPr>
        <w:pStyle w:val="SoDslseznam-2"/>
        <w:keepNext/>
      </w:pPr>
      <w:r w:rsidRPr="007A08B0">
        <w:t xml:space="preserve">Zhotovitel prohlašuje, že: </w:t>
      </w:r>
    </w:p>
    <w:p w14:paraId="6A506A03"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29FFEF26"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5A865A85"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6F4B98B9"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422EED70" w14:textId="77777777" w:rsidR="007A08B0" w:rsidRPr="007A08B0" w:rsidRDefault="007A08B0" w:rsidP="00956D52">
      <w:pPr>
        <w:pStyle w:val="SoDslseznam-2"/>
      </w:pPr>
      <w:r w:rsidRPr="007A08B0">
        <w:lastRenderedPageBreak/>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1D57C1D3"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4AB370DA" w14:textId="77777777"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0FD33AF"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6CB4AE44" w14:textId="77777777" w:rsidR="007A08B0" w:rsidRPr="007A08B0" w:rsidRDefault="007A08B0" w:rsidP="00FC27A9">
      <w:pPr>
        <w:pStyle w:val="SoDslseznam-1"/>
        <w:keepNext/>
      </w:pPr>
      <w:r w:rsidRPr="007A08B0">
        <w:t>Požadavek na Poddodavatele</w:t>
      </w:r>
    </w:p>
    <w:p w14:paraId="6A8E63E8"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39BA933"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35B6F546"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46EC6010"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 xml:space="preserve">.2 této Smlouvy, smluvní pokutu ve výši 100.000 Kč. Zhotovitel je dále povinen zaplatit za každé jednotlivé porušení oznamovací povinnosti dle odstavce </w:t>
      </w:r>
      <w:r w:rsidRPr="007A08B0">
        <w:lastRenderedPageBreak/>
        <w:t>2</w:t>
      </w:r>
      <w:r>
        <w:t>3</w:t>
      </w:r>
      <w:r w:rsidRPr="007A08B0">
        <w:t>.2, smluvní pokutu ve výši 50.000 Kč. Ustanovení § 2004 odst. 2 Občanského zákoníku a § 2050 Občanského zákoníku se nepoužijí.</w:t>
      </w:r>
    </w:p>
    <w:p w14:paraId="03A6D0AF" w14:textId="71FFA3C3" w:rsidR="00AD075C" w:rsidRPr="00D525CD" w:rsidRDefault="00AD075C" w:rsidP="00D525CD">
      <w:pPr>
        <w:pStyle w:val="slovanseznam"/>
        <w:rPr>
          <w:i/>
        </w:rPr>
      </w:pPr>
      <w:r>
        <w:t>Tato Smlouva je vyhotovena elektronicky a podepsána zaručeným elektronickým podpisem založeným na kvalifikovaném certifikátu pro elektronický podpis nebo kvalifikovaným elektronickým podpisem.</w:t>
      </w:r>
    </w:p>
    <w:p w14:paraId="31A0721D" w14:textId="77777777" w:rsidR="00973C20" w:rsidRDefault="00F422D3" w:rsidP="00956D52">
      <w:pPr>
        <w:pStyle w:val="SoDslseznam-1"/>
      </w:pPr>
      <w:r w:rsidRPr="00C50C28">
        <w:t>Přílohy, které tvoří nedílnou součást této Smlouvy o dílo</w:t>
      </w:r>
      <w:r w:rsidRPr="005C06CE">
        <w:t xml:space="preserve">: </w:t>
      </w:r>
    </w:p>
    <w:p w14:paraId="72B3F10B" w14:textId="77777777" w:rsidR="00F422D3" w:rsidRPr="00C50C28" w:rsidRDefault="00F422D3" w:rsidP="005925DB">
      <w:pPr>
        <w:pStyle w:val="SoDTextbezslovn"/>
      </w:pPr>
      <w:r w:rsidRPr="00C50C28">
        <w:t>Příloha č. 1</w:t>
      </w:r>
      <w:r w:rsidRPr="00C50C28">
        <w:tab/>
        <w:t xml:space="preserve">Rekapitulace ceny dle Dopisu nabídky </w:t>
      </w:r>
    </w:p>
    <w:p w14:paraId="7C331752" w14:textId="77777777" w:rsidR="00F422D3" w:rsidRPr="00C50C28" w:rsidRDefault="00F422D3" w:rsidP="005925DB">
      <w:pPr>
        <w:pStyle w:val="SoDTextbezslovn"/>
      </w:pPr>
      <w:r w:rsidRPr="00C50C28">
        <w:t>Příloha č. 2</w:t>
      </w:r>
      <w:r w:rsidRPr="00C50C28">
        <w:tab/>
        <w:t>Oprávněné osoby</w:t>
      </w:r>
    </w:p>
    <w:p w14:paraId="4F12AD62" w14:textId="77777777" w:rsidR="00F422D3" w:rsidRPr="00C50C28" w:rsidRDefault="00F422D3" w:rsidP="005925DB">
      <w:pPr>
        <w:pStyle w:val="SoDTextbezslovn"/>
      </w:pPr>
      <w:r w:rsidRPr="00C50C28">
        <w:t>Příloha č. 3</w:t>
      </w:r>
      <w:r w:rsidRPr="00C50C28">
        <w:tab/>
        <w:t>Seznam poddodavatelů</w:t>
      </w:r>
    </w:p>
    <w:p w14:paraId="1A92678A" w14:textId="77777777" w:rsidR="00F422D3" w:rsidRPr="00C50C28" w:rsidRDefault="00F422D3" w:rsidP="005925DB">
      <w:pPr>
        <w:pStyle w:val="SoDTextbezslovn"/>
      </w:pPr>
      <w:r w:rsidRPr="000E03DC">
        <w:t>Příloha č. 4</w:t>
      </w:r>
      <w:r w:rsidRPr="000E03DC">
        <w:tab/>
      </w:r>
      <w:r w:rsidR="000E03DC" w:rsidRPr="00D525CD">
        <w:rPr>
          <w:i/>
          <w:iCs/>
        </w:rPr>
        <w:t>NEOBSAZENO</w:t>
      </w:r>
    </w:p>
    <w:p w14:paraId="7D9AD1ED" w14:textId="77777777" w:rsidR="00F422D3" w:rsidRPr="00C50C28" w:rsidRDefault="00F422D3" w:rsidP="005925DB">
      <w:pPr>
        <w:pStyle w:val="SoDTextbezslovn"/>
      </w:pPr>
      <w:r w:rsidRPr="00C50C28">
        <w:t>Příloha č. 5</w:t>
      </w:r>
      <w:r w:rsidRPr="00C50C28">
        <w:tab/>
        <w:t>Smlouva o zpracování osobních údajů</w:t>
      </w:r>
    </w:p>
    <w:p w14:paraId="3774652A"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18CE38EB" w14:textId="203CCEE1" w:rsidR="00F465D8" w:rsidRPr="000E03DC" w:rsidRDefault="00F465D8" w:rsidP="001F279D">
      <w:pPr>
        <w:pStyle w:val="SoDTextbezslovn"/>
        <w:ind w:left="2268" w:hanging="1814"/>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199ECFFD" w14:textId="7F256850" w:rsidR="00F422D3" w:rsidRPr="00D525CD" w:rsidRDefault="00F422D3" w:rsidP="00D525CD">
      <w:pPr>
        <w:pStyle w:val="SoDTextbezslovn"/>
        <w:rPr>
          <w:color w:val="00B050"/>
        </w:rPr>
      </w:pPr>
      <w:r w:rsidRPr="00D525CD">
        <w:t>Příloha č.</w:t>
      </w:r>
      <w:r w:rsidR="00973C20" w:rsidRPr="00D525CD">
        <w:t xml:space="preserve"> </w:t>
      </w:r>
      <w:r w:rsidR="00F465D8" w:rsidRPr="00D525CD">
        <w:t>8</w:t>
      </w:r>
      <w:r w:rsidR="00973C20" w:rsidRPr="00D525CD">
        <w:tab/>
      </w:r>
      <w:r w:rsidR="00B9342A" w:rsidRPr="00D525CD">
        <w:rPr>
          <w:i/>
          <w:iCs/>
        </w:rPr>
        <w:t>NEOBSAZENO</w:t>
      </w:r>
    </w:p>
    <w:p w14:paraId="7C9DE5D0" w14:textId="13EA79BB" w:rsidR="000E03DC" w:rsidRPr="00D525CD" w:rsidRDefault="00F422D3" w:rsidP="005925DB">
      <w:pPr>
        <w:pStyle w:val="SoDTextbezslovn"/>
        <w:rPr>
          <w:color w:val="00B050"/>
        </w:rPr>
      </w:pPr>
      <w:r w:rsidRPr="00D525CD">
        <w:t>Příloha č.</w:t>
      </w:r>
      <w:r w:rsidR="00F465D8" w:rsidRPr="00D525CD">
        <w:t xml:space="preserve"> 9</w:t>
      </w:r>
      <w:r w:rsidRPr="00D525CD">
        <w:tab/>
        <w:t>Žádost o poskytnutí zálohové platby</w:t>
      </w:r>
      <w:r w:rsidR="005C06CE" w:rsidRPr="00D525CD">
        <w:rPr>
          <w:color w:val="00B050"/>
        </w:rPr>
        <w:t xml:space="preserve"> </w:t>
      </w:r>
    </w:p>
    <w:p w14:paraId="4C1D8E55" w14:textId="25F1747A" w:rsidR="000E03DC" w:rsidRDefault="00077CE2" w:rsidP="005925DB">
      <w:pPr>
        <w:pStyle w:val="SoDTextbezslovn"/>
      </w:pPr>
      <w:r w:rsidRPr="00D525CD">
        <w:t>Příloha č.</w:t>
      </w:r>
      <w:r w:rsidR="000E03DC" w:rsidRPr="00D525CD">
        <w:t xml:space="preserve"> </w:t>
      </w:r>
      <w:r w:rsidRPr="00D525CD">
        <w:t>10</w:t>
      </w:r>
      <w:r w:rsidRPr="00D525CD">
        <w:tab/>
      </w:r>
      <w:r w:rsidR="00B9342A" w:rsidRPr="00D525CD">
        <w:rPr>
          <w:i/>
          <w:iCs/>
        </w:rPr>
        <w:t>NEOBSAZENO</w:t>
      </w:r>
      <w:r w:rsidRPr="00DA5988">
        <w:t xml:space="preserve"> </w:t>
      </w:r>
    </w:p>
    <w:p w14:paraId="4993E00E"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490753E6" w14:textId="77777777" w:rsidR="00F422D3" w:rsidRPr="00C50C28" w:rsidRDefault="00F422D3" w:rsidP="005925DB">
      <w:pPr>
        <w:pStyle w:val="slovanseznam"/>
        <w:numPr>
          <w:ilvl w:val="0"/>
          <w:numId w:val="0"/>
        </w:numPr>
        <w:ind w:left="2127"/>
      </w:pPr>
    </w:p>
    <w:p w14:paraId="392A7E17"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E340289" w14:textId="77777777" w:rsidR="00F422D3" w:rsidRPr="00C50C28" w:rsidRDefault="00F422D3" w:rsidP="009F0867">
      <w:pPr>
        <w:pStyle w:val="SoDTextbezodsazen"/>
      </w:pPr>
    </w:p>
    <w:p w14:paraId="1C5214DE" w14:textId="77777777" w:rsidR="00F422D3" w:rsidRPr="00C50C28" w:rsidRDefault="00F422D3" w:rsidP="009F0867">
      <w:pPr>
        <w:pStyle w:val="SoDTextbezodsazen"/>
      </w:pPr>
    </w:p>
    <w:p w14:paraId="13F74CFC" w14:textId="77777777" w:rsidR="00F422D3" w:rsidRPr="00C50C28" w:rsidRDefault="00F422D3" w:rsidP="009F0867">
      <w:pPr>
        <w:pStyle w:val="SoDTextbezodsazen"/>
      </w:pPr>
    </w:p>
    <w:p w14:paraId="11512C34" w14:textId="77777777" w:rsidR="00F422D3" w:rsidRPr="00C50C28" w:rsidRDefault="00F422D3" w:rsidP="009F0867">
      <w:pPr>
        <w:pStyle w:val="SoDTextbezodsazen"/>
      </w:pPr>
    </w:p>
    <w:p w14:paraId="72197365"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56CE5D9" w14:textId="77777777" w:rsidR="00F422D3" w:rsidRPr="00C50C28" w:rsidRDefault="00F422D3" w:rsidP="009F0867">
      <w:pPr>
        <w:pStyle w:val="SoDTextbezodsazen"/>
      </w:pPr>
    </w:p>
    <w:p w14:paraId="4DBA8EEC" w14:textId="77777777" w:rsidR="00F422D3" w:rsidRPr="00C50C28" w:rsidRDefault="00F422D3" w:rsidP="009F0867">
      <w:pPr>
        <w:pStyle w:val="SoDTextbezodsazen"/>
      </w:pPr>
    </w:p>
    <w:p w14:paraId="0909CC74"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57F53403" w14:textId="7F4805FB" w:rsidR="00F422D3" w:rsidRDefault="00F422D3" w:rsidP="00AC31A2">
      <w:pPr>
        <w:pStyle w:val="SoDTextbezodsazen"/>
      </w:pPr>
      <w:r w:rsidRPr="00C50C28">
        <w:t>Objednatel</w:t>
      </w:r>
      <w:r w:rsidRPr="00C50C28">
        <w:tab/>
      </w:r>
      <w:r w:rsidRPr="00C50C28">
        <w:tab/>
      </w:r>
      <w:r w:rsidRPr="00C50C28">
        <w:tab/>
      </w:r>
      <w:r w:rsidRPr="00C50C28">
        <w:tab/>
      </w:r>
      <w:r w:rsidRPr="00C50C28">
        <w:tab/>
      </w:r>
      <w:r w:rsidRPr="00C50C28">
        <w:tab/>
        <w:t>Zhotovitel</w:t>
      </w:r>
    </w:p>
    <w:p w14:paraId="48C82EB8" w14:textId="2D7AA021" w:rsidR="00AC31A2" w:rsidRPr="00AC31A2" w:rsidRDefault="00D679BF" w:rsidP="00AC31A2">
      <w:pPr>
        <w:pStyle w:val="Textbezodsazen"/>
        <w:rPr>
          <w:b/>
        </w:rPr>
      </w:pPr>
      <w:r w:rsidRPr="00AC31A2">
        <w:rPr>
          <w:b/>
        </w:rPr>
        <w:t>Ing.</w:t>
      </w:r>
      <w:r w:rsidR="003C7DE6">
        <w:rPr>
          <w:b/>
        </w:rPr>
        <w:t xml:space="preserve"> </w:t>
      </w:r>
      <w:r w:rsidR="00AC31A2" w:rsidRPr="00AC31A2">
        <w:rPr>
          <w:b/>
        </w:rPr>
        <w:t>Miroslav Bocák</w:t>
      </w:r>
    </w:p>
    <w:p w14:paraId="74D947EE" w14:textId="671BC046" w:rsidR="00D679BF" w:rsidRDefault="00AC31A2" w:rsidP="00AC31A2">
      <w:pPr>
        <w:pStyle w:val="Textbezodsazen"/>
        <w:rPr>
          <w:b/>
        </w:rPr>
      </w:pPr>
      <w:r w:rsidRPr="00121010">
        <w:t>ředitel Stavební správy východ</w:t>
      </w:r>
      <w:r w:rsidR="00D679BF">
        <w:rPr>
          <w:b/>
        </w:rPr>
        <w:tab/>
      </w:r>
      <w:r w:rsidR="00D679BF">
        <w:rPr>
          <w:b/>
        </w:rPr>
        <w:tab/>
      </w:r>
      <w:r w:rsidR="00D679BF">
        <w:rPr>
          <w:b/>
        </w:rPr>
        <w:tab/>
      </w:r>
      <w:r w:rsidR="00D679BF">
        <w:rPr>
          <w:b/>
        </w:rPr>
        <w:tab/>
      </w:r>
      <w:r w:rsidR="00D679BF">
        <w:rPr>
          <w:b/>
          <w:highlight w:val="yellow"/>
        </w:rPr>
        <w:t>„[VLOŽÍ ZHOTOVITEL]“</w:t>
      </w:r>
    </w:p>
    <w:p w14:paraId="537EAA40" w14:textId="2797332E" w:rsidR="00D679BF" w:rsidRDefault="00D679BF" w:rsidP="00AC31A2">
      <w:pPr>
        <w:pStyle w:val="Textbezodsazen"/>
        <w:spacing w:after="0"/>
      </w:pPr>
      <w:r>
        <w:t>Správa železnic, státní organizace</w:t>
      </w:r>
    </w:p>
    <w:p w14:paraId="3D562E5E" w14:textId="77777777" w:rsidR="00D679BF" w:rsidRDefault="00D679BF" w:rsidP="00D679BF">
      <w:pPr>
        <w:pStyle w:val="Textbezodsazen"/>
      </w:pPr>
    </w:p>
    <w:p w14:paraId="2E3DB32D"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00F95D3" w14:textId="77777777" w:rsidR="00CB4F6D" w:rsidRPr="005925DB" w:rsidRDefault="00CB4F6D" w:rsidP="005925DB">
      <w:pPr>
        <w:pStyle w:val="SoDNadpisbezsl1"/>
      </w:pPr>
      <w:r w:rsidRPr="005925DB">
        <w:lastRenderedPageBreak/>
        <w:t>Příloha č. 1</w:t>
      </w:r>
    </w:p>
    <w:p w14:paraId="40F37646" w14:textId="77777777" w:rsidR="00CB4F6D" w:rsidRPr="00F762A8" w:rsidRDefault="00CB4F6D" w:rsidP="00DD598A">
      <w:pPr>
        <w:pStyle w:val="SoDNadpisbezsl1-2"/>
        <w:outlineLvl w:val="1"/>
      </w:pPr>
      <w:r w:rsidRPr="00F762A8">
        <w:t xml:space="preserve">Rekapitulace ceny dle Dopisu nabídky </w:t>
      </w:r>
    </w:p>
    <w:p w14:paraId="570D453A" w14:textId="77777777" w:rsidR="00B51939" w:rsidRPr="001F518E" w:rsidRDefault="00B51939" w:rsidP="00B51939">
      <w:pPr>
        <w:pStyle w:val="SoDTextbezodsazen"/>
      </w:pPr>
    </w:p>
    <w:p w14:paraId="3325AE31"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47986BC3"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3D6AE923" w14:textId="77777777" w:rsidR="00B51939" w:rsidRPr="00A0271B" w:rsidRDefault="00B51939" w:rsidP="00747C0A">
      <w:pPr>
        <w:pStyle w:val="SoDTextbezodsazen"/>
      </w:pPr>
    </w:p>
    <w:p w14:paraId="497EC0A0" w14:textId="77777777" w:rsidR="00747C0A" w:rsidRDefault="00747C0A" w:rsidP="00CB4F6D">
      <w:pPr>
        <w:pStyle w:val="SoDTextbezodsazen"/>
      </w:pPr>
    </w:p>
    <w:p w14:paraId="1EB09CF5" w14:textId="77777777" w:rsidR="00747C0A" w:rsidRDefault="00747C0A" w:rsidP="00CB4F6D">
      <w:pPr>
        <w:pStyle w:val="SoDTextbezodsazen"/>
      </w:pPr>
    </w:p>
    <w:p w14:paraId="78822CE1"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3500B7B0" w14:textId="77777777" w:rsidR="00502690" w:rsidRPr="00B26902" w:rsidRDefault="00502690" w:rsidP="001B325A">
      <w:pPr>
        <w:pStyle w:val="SoDNadpisbezsl1"/>
      </w:pPr>
      <w:r w:rsidRPr="00B26902">
        <w:lastRenderedPageBreak/>
        <w:t>Příloha č. 2</w:t>
      </w:r>
    </w:p>
    <w:p w14:paraId="7793AFD4"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77CD507F" w14:textId="77777777" w:rsidR="00CA52F9" w:rsidRPr="00CA52F9" w:rsidRDefault="00CA52F9" w:rsidP="005925DB">
      <w:pPr>
        <w:pStyle w:val="SoDTextbezodsazen"/>
      </w:pPr>
      <w:r>
        <w:t>(Pod-článek 6.9 Smluvních podmínek)</w:t>
      </w:r>
    </w:p>
    <w:p w14:paraId="1A961B57"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34079F4D"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A38E2F" w14:textId="77777777" w:rsidR="00502690" w:rsidRPr="00003F09" w:rsidRDefault="002038D5" w:rsidP="00003F09">
            <w:pPr>
              <w:pStyle w:val="SoDTabulka-Tun"/>
            </w:pPr>
            <w:r w:rsidRPr="00003F09">
              <w:t>Jméno a příjmení</w:t>
            </w:r>
          </w:p>
        </w:tc>
        <w:tc>
          <w:tcPr>
            <w:tcW w:w="5733" w:type="dxa"/>
          </w:tcPr>
          <w:p w14:paraId="1C924FAF"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351961D4"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7725B1" w14:textId="77777777" w:rsidR="00502690" w:rsidRPr="00F95FBD" w:rsidRDefault="002038D5" w:rsidP="002038D5">
            <w:pPr>
              <w:pStyle w:val="SoDTabulka"/>
            </w:pPr>
            <w:r w:rsidRPr="00F95FBD">
              <w:t>Adresa</w:t>
            </w:r>
          </w:p>
        </w:tc>
        <w:tc>
          <w:tcPr>
            <w:tcW w:w="5733" w:type="dxa"/>
          </w:tcPr>
          <w:p w14:paraId="2CEDAD2D"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68DB7F9"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CACA9F" w14:textId="77777777" w:rsidR="002038D5" w:rsidRPr="00F95FBD" w:rsidRDefault="002038D5" w:rsidP="002038D5">
            <w:pPr>
              <w:pStyle w:val="SoDTabulka"/>
            </w:pPr>
            <w:r w:rsidRPr="00F95FBD">
              <w:t>E-mail</w:t>
            </w:r>
          </w:p>
        </w:tc>
        <w:tc>
          <w:tcPr>
            <w:tcW w:w="5733" w:type="dxa"/>
          </w:tcPr>
          <w:p w14:paraId="63CC0FF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983646"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D7903E" w14:textId="77777777" w:rsidR="002038D5" w:rsidRPr="00F95FBD" w:rsidRDefault="002038D5" w:rsidP="002038D5">
            <w:pPr>
              <w:pStyle w:val="SoDTabulka"/>
            </w:pPr>
            <w:r w:rsidRPr="00F95FBD">
              <w:t>Telefon</w:t>
            </w:r>
          </w:p>
        </w:tc>
        <w:tc>
          <w:tcPr>
            <w:tcW w:w="5733" w:type="dxa"/>
          </w:tcPr>
          <w:p w14:paraId="59C56A9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66CD1C" w14:textId="77777777" w:rsidR="002038D5" w:rsidRPr="00F95FBD" w:rsidRDefault="002038D5" w:rsidP="00502690">
      <w:pPr>
        <w:pStyle w:val="SoDTextbezodsazen"/>
      </w:pPr>
    </w:p>
    <w:p w14:paraId="71D76F0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6E71413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CC5BA7" w14:textId="77777777" w:rsidR="002038D5" w:rsidRPr="00003F09" w:rsidRDefault="002038D5" w:rsidP="00003F09">
            <w:pPr>
              <w:pStyle w:val="SoDTabulka-Tun"/>
            </w:pPr>
            <w:r w:rsidRPr="00003F09">
              <w:t>Jméno a příjmení</w:t>
            </w:r>
          </w:p>
        </w:tc>
        <w:tc>
          <w:tcPr>
            <w:tcW w:w="5733" w:type="dxa"/>
          </w:tcPr>
          <w:p w14:paraId="6AE50156"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DF6F99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9DEE5DF" w14:textId="77777777" w:rsidR="002038D5" w:rsidRPr="00F95FBD" w:rsidRDefault="002038D5" w:rsidP="002038D5">
            <w:pPr>
              <w:pStyle w:val="SoDTabulka"/>
            </w:pPr>
            <w:r w:rsidRPr="00F95FBD">
              <w:t>Adresa</w:t>
            </w:r>
          </w:p>
        </w:tc>
        <w:tc>
          <w:tcPr>
            <w:tcW w:w="5733" w:type="dxa"/>
          </w:tcPr>
          <w:p w14:paraId="4725533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526F1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6D2ED8E" w14:textId="77777777" w:rsidR="002038D5" w:rsidRPr="00F95FBD" w:rsidRDefault="002038D5" w:rsidP="002038D5">
            <w:pPr>
              <w:pStyle w:val="SoDTabulka"/>
            </w:pPr>
            <w:r w:rsidRPr="00F95FBD">
              <w:t>E-mail</w:t>
            </w:r>
          </w:p>
        </w:tc>
        <w:tc>
          <w:tcPr>
            <w:tcW w:w="5733" w:type="dxa"/>
          </w:tcPr>
          <w:p w14:paraId="64F01B4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6B7E3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7BD2F0" w14:textId="77777777" w:rsidR="002038D5" w:rsidRPr="00F95FBD" w:rsidRDefault="002038D5" w:rsidP="002038D5">
            <w:pPr>
              <w:pStyle w:val="SoDTabulka"/>
            </w:pPr>
            <w:r w:rsidRPr="00F95FBD">
              <w:t>Telefon</w:t>
            </w:r>
          </w:p>
        </w:tc>
        <w:tc>
          <w:tcPr>
            <w:tcW w:w="5733" w:type="dxa"/>
          </w:tcPr>
          <w:p w14:paraId="6458336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935ED5" w14:textId="77777777" w:rsidR="002038D5" w:rsidRPr="00F95FBD" w:rsidRDefault="002038D5" w:rsidP="002038D5">
      <w:pPr>
        <w:pStyle w:val="SoDTextbezodsazen"/>
      </w:pPr>
    </w:p>
    <w:p w14:paraId="6BAA0CA2"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5B39B69"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247DAFF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5DEF07" w14:textId="77777777" w:rsidR="002038D5" w:rsidRPr="00003F09" w:rsidRDefault="002038D5" w:rsidP="00003F09">
            <w:pPr>
              <w:pStyle w:val="SoDTabulka-Tun"/>
            </w:pPr>
            <w:r w:rsidRPr="00003F09">
              <w:t>Jméno a příjmení</w:t>
            </w:r>
          </w:p>
        </w:tc>
        <w:tc>
          <w:tcPr>
            <w:tcW w:w="5733" w:type="dxa"/>
          </w:tcPr>
          <w:p w14:paraId="5CA797F6"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1E1DF2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4D3F996" w14:textId="77777777" w:rsidR="002038D5" w:rsidRPr="00F95FBD" w:rsidRDefault="002038D5" w:rsidP="002038D5">
            <w:pPr>
              <w:pStyle w:val="SoDTabulka"/>
            </w:pPr>
            <w:r w:rsidRPr="00F95FBD">
              <w:t>Adresa</w:t>
            </w:r>
          </w:p>
        </w:tc>
        <w:tc>
          <w:tcPr>
            <w:tcW w:w="5733" w:type="dxa"/>
          </w:tcPr>
          <w:p w14:paraId="531AB01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985CB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139FC76" w14:textId="77777777" w:rsidR="002038D5" w:rsidRPr="00F95FBD" w:rsidRDefault="002038D5" w:rsidP="002038D5">
            <w:pPr>
              <w:pStyle w:val="SoDTabulka"/>
            </w:pPr>
            <w:r w:rsidRPr="00F95FBD">
              <w:t>E-mail</w:t>
            </w:r>
          </w:p>
        </w:tc>
        <w:tc>
          <w:tcPr>
            <w:tcW w:w="5733" w:type="dxa"/>
          </w:tcPr>
          <w:p w14:paraId="7896FDE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3AE1D1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2AB161" w14:textId="77777777" w:rsidR="002038D5" w:rsidRPr="00F95FBD" w:rsidRDefault="002038D5" w:rsidP="002038D5">
            <w:pPr>
              <w:pStyle w:val="SoDTabulka"/>
            </w:pPr>
            <w:r w:rsidRPr="00F95FBD">
              <w:t>Telefon</w:t>
            </w:r>
          </w:p>
        </w:tc>
        <w:tc>
          <w:tcPr>
            <w:tcW w:w="5733" w:type="dxa"/>
          </w:tcPr>
          <w:p w14:paraId="5BE38D3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99E396C" w14:textId="77777777" w:rsidR="002038D5" w:rsidRPr="00F95FBD" w:rsidRDefault="002038D5" w:rsidP="002038D5">
      <w:pPr>
        <w:pStyle w:val="SoDTextbezodsazen"/>
      </w:pPr>
    </w:p>
    <w:p w14:paraId="160D9DB5"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7DD2725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7E8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644D20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E77A53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D7AB1CF" w14:textId="77777777" w:rsidR="002038D5" w:rsidRPr="00F95FBD" w:rsidRDefault="002038D5" w:rsidP="002038D5">
            <w:pPr>
              <w:pStyle w:val="SoDTabulka"/>
            </w:pPr>
            <w:r w:rsidRPr="00F95FBD">
              <w:t>Adresa</w:t>
            </w:r>
          </w:p>
        </w:tc>
        <w:tc>
          <w:tcPr>
            <w:tcW w:w="5733" w:type="dxa"/>
          </w:tcPr>
          <w:p w14:paraId="3703F916"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7835F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0B3D13" w14:textId="77777777" w:rsidR="002038D5" w:rsidRPr="00F95FBD" w:rsidRDefault="002038D5" w:rsidP="002038D5">
            <w:pPr>
              <w:pStyle w:val="SoDTabulka"/>
            </w:pPr>
            <w:r w:rsidRPr="00F95FBD">
              <w:t>E-mail</w:t>
            </w:r>
          </w:p>
        </w:tc>
        <w:tc>
          <w:tcPr>
            <w:tcW w:w="5733" w:type="dxa"/>
          </w:tcPr>
          <w:p w14:paraId="2D32DDE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3B8C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5BA59E3" w14:textId="77777777" w:rsidR="002038D5" w:rsidRPr="00F95FBD" w:rsidRDefault="002038D5" w:rsidP="002038D5">
            <w:pPr>
              <w:pStyle w:val="SoDTabulka"/>
            </w:pPr>
            <w:r w:rsidRPr="00F95FBD">
              <w:t>Telefon</w:t>
            </w:r>
          </w:p>
        </w:tc>
        <w:tc>
          <w:tcPr>
            <w:tcW w:w="5733" w:type="dxa"/>
          </w:tcPr>
          <w:p w14:paraId="59170C3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8A8030" w14:textId="77777777" w:rsidR="002038D5" w:rsidRPr="00F95FBD" w:rsidRDefault="002038D5" w:rsidP="002038D5">
      <w:pPr>
        <w:pStyle w:val="SoDTextbezodsazen"/>
      </w:pPr>
    </w:p>
    <w:p w14:paraId="632C23E8"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2390ADD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6A7857" w14:textId="77777777" w:rsidR="002038D5" w:rsidRPr="00003F09" w:rsidRDefault="002038D5" w:rsidP="00B44265">
            <w:pPr>
              <w:pStyle w:val="SoDTabulka-Tun"/>
            </w:pPr>
            <w:r w:rsidRPr="00003F09">
              <w:t>Jméno a příjmení</w:t>
            </w:r>
          </w:p>
        </w:tc>
        <w:tc>
          <w:tcPr>
            <w:tcW w:w="5733" w:type="dxa"/>
          </w:tcPr>
          <w:p w14:paraId="22975B2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F205CB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695C83" w14:textId="77777777" w:rsidR="002038D5" w:rsidRPr="00F95FBD" w:rsidRDefault="002038D5" w:rsidP="00165977">
            <w:pPr>
              <w:pStyle w:val="SoDTabulka"/>
            </w:pPr>
            <w:r w:rsidRPr="00F95FBD">
              <w:t>Adresa</w:t>
            </w:r>
          </w:p>
        </w:tc>
        <w:tc>
          <w:tcPr>
            <w:tcW w:w="5733" w:type="dxa"/>
          </w:tcPr>
          <w:p w14:paraId="650EAD6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E3A4C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925F42" w14:textId="77777777" w:rsidR="002038D5" w:rsidRPr="00F95FBD" w:rsidRDefault="002038D5" w:rsidP="00165977">
            <w:pPr>
              <w:pStyle w:val="SoDTabulka"/>
            </w:pPr>
            <w:r w:rsidRPr="00F95FBD">
              <w:t>E-mail</w:t>
            </w:r>
          </w:p>
        </w:tc>
        <w:tc>
          <w:tcPr>
            <w:tcW w:w="5733" w:type="dxa"/>
          </w:tcPr>
          <w:p w14:paraId="655D1B0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824E5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B354514" w14:textId="77777777" w:rsidR="002038D5" w:rsidRPr="00F95FBD" w:rsidRDefault="002038D5" w:rsidP="00165977">
            <w:pPr>
              <w:pStyle w:val="SoDTabulka"/>
            </w:pPr>
            <w:r w:rsidRPr="00F95FBD">
              <w:t>Telefon</w:t>
            </w:r>
          </w:p>
        </w:tc>
        <w:tc>
          <w:tcPr>
            <w:tcW w:w="5733" w:type="dxa"/>
          </w:tcPr>
          <w:p w14:paraId="65A7E17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04B9A6" w14:textId="77777777" w:rsidR="002038D5" w:rsidRPr="00F95FBD" w:rsidRDefault="002038D5" w:rsidP="00165977">
      <w:pPr>
        <w:pStyle w:val="SoDTabulka"/>
      </w:pPr>
    </w:p>
    <w:p w14:paraId="58F5090D" w14:textId="77777777" w:rsidR="00165977" w:rsidRPr="00F95FBD" w:rsidRDefault="00165977" w:rsidP="00B33EDC">
      <w:pPr>
        <w:pStyle w:val="SoDNadpistabulky"/>
        <w:rPr>
          <w:sz w:val="18"/>
          <w:szCs w:val="18"/>
        </w:rPr>
      </w:pPr>
      <w:r w:rsidRPr="00F95FBD">
        <w:rPr>
          <w:sz w:val="18"/>
          <w:szCs w:val="18"/>
        </w:rPr>
        <w:lastRenderedPageBreak/>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912A5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6923C5" w14:textId="77777777" w:rsidR="00165977" w:rsidRPr="00B44265" w:rsidRDefault="00165977" w:rsidP="00B44265">
            <w:pPr>
              <w:pStyle w:val="SoDTabulka-Tun"/>
            </w:pPr>
            <w:r w:rsidRPr="00B44265">
              <w:t>Jméno a příjmení</w:t>
            </w:r>
          </w:p>
        </w:tc>
        <w:tc>
          <w:tcPr>
            <w:tcW w:w="5733" w:type="dxa"/>
          </w:tcPr>
          <w:p w14:paraId="1B8E1390"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0F78799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1334AF" w14:textId="77777777" w:rsidR="00165977" w:rsidRPr="00F95FBD" w:rsidRDefault="00165977" w:rsidP="005925DB">
            <w:pPr>
              <w:pStyle w:val="SoDTabulka"/>
              <w:keepNext/>
            </w:pPr>
            <w:r w:rsidRPr="00F95FBD">
              <w:t>Adresa</w:t>
            </w:r>
          </w:p>
        </w:tc>
        <w:tc>
          <w:tcPr>
            <w:tcW w:w="5733" w:type="dxa"/>
          </w:tcPr>
          <w:p w14:paraId="3BD903ED"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D2E70D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BDD24D8" w14:textId="77777777" w:rsidR="00165977" w:rsidRPr="00F95FBD" w:rsidRDefault="00165977" w:rsidP="005925DB">
            <w:pPr>
              <w:pStyle w:val="SoDTabulka"/>
              <w:keepNext/>
            </w:pPr>
            <w:r w:rsidRPr="00F95FBD">
              <w:t>E-mail</w:t>
            </w:r>
          </w:p>
        </w:tc>
        <w:tc>
          <w:tcPr>
            <w:tcW w:w="5733" w:type="dxa"/>
          </w:tcPr>
          <w:p w14:paraId="0DDB328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D4FFD4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9AC7F83" w14:textId="77777777" w:rsidR="00165977" w:rsidRPr="00F95FBD" w:rsidRDefault="00165977" w:rsidP="00165977">
            <w:pPr>
              <w:pStyle w:val="SoDTabulka"/>
            </w:pPr>
            <w:r w:rsidRPr="00F95FBD">
              <w:t>Telefon</w:t>
            </w:r>
          </w:p>
        </w:tc>
        <w:tc>
          <w:tcPr>
            <w:tcW w:w="5733" w:type="dxa"/>
          </w:tcPr>
          <w:p w14:paraId="19A4AB6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B3B653" w14:textId="77777777" w:rsidR="00165977" w:rsidRPr="00F95FBD" w:rsidRDefault="00165977" w:rsidP="00165977">
      <w:pPr>
        <w:pStyle w:val="SoDTabulka"/>
      </w:pPr>
    </w:p>
    <w:p w14:paraId="77B22EE9" w14:textId="075BA547" w:rsidR="00E87E85" w:rsidRPr="00F95FBD" w:rsidRDefault="00E87E85" w:rsidP="00E87E85">
      <w:pPr>
        <w:pStyle w:val="SoDNadpistabulky"/>
        <w:rPr>
          <w:sz w:val="18"/>
          <w:szCs w:val="18"/>
        </w:rPr>
      </w:pPr>
      <w:r w:rsidRPr="00F95FBD">
        <w:rPr>
          <w:sz w:val="18"/>
          <w:szCs w:val="18"/>
        </w:rPr>
        <w:t xml:space="preserve">Osoba odpovědná za </w:t>
      </w:r>
      <w:r>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E87E85" w:rsidRPr="00B44265" w14:paraId="253CC9E6" w14:textId="77777777" w:rsidTr="00FF46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EA951" w14:textId="77777777" w:rsidR="00E87E85" w:rsidRPr="00B44265" w:rsidRDefault="00E87E85" w:rsidP="00FF46B3">
            <w:pPr>
              <w:pStyle w:val="SoDTabulka-Tun"/>
            </w:pPr>
            <w:r w:rsidRPr="00B44265">
              <w:t>Jméno a příjmení</w:t>
            </w:r>
          </w:p>
        </w:tc>
        <w:tc>
          <w:tcPr>
            <w:tcW w:w="5733" w:type="dxa"/>
          </w:tcPr>
          <w:p w14:paraId="727247E3" w14:textId="77777777" w:rsidR="00E87E85" w:rsidRPr="00B44265" w:rsidRDefault="00E87E85" w:rsidP="00FF46B3">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E87E85" w:rsidRPr="00F95FBD" w14:paraId="1F24961C" w14:textId="77777777" w:rsidTr="00FF46B3">
        <w:tc>
          <w:tcPr>
            <w:cnfStyle w:val="001000000000" w:firstRow="0" w:lastRow="0" w:firstColumn="1" w:lastColumn="0" w:oddVBand="0" w:evenVBand="0" w:oddHBand="0" w:evenHBand="0" w:firstRowFirstColumn="0" w:firstRowLastColumn="0" w:lastRowFirstColumn="0" w:lastRowLastColumn="0"/>
            <w:tcW w:w="3056" w:type="dxa"/>
          </w:tcPr>
          <w:p w14:paraId="281A4EE7" w14:textId="77777777" w:rsidR="00E87E85" w:rsidRPr="00F95FBD" w:rsidRDefault="00E87E85" w:rsidP="00FF46B3">
            <w:pPr>
              <w:pStyle w:val="SoDTabulka"/>
              <w:keepNext/>
            </w:pPr>
            <w:r w:rsidRPr="00F95FBD">
              <w:t>Adresa</w:t>
            </w:r>
          </w:p>
        </w:tc>
        <w:tc>
          <w:tcPr>
            <w:tcW w:w="5733" w:type="dxa"/>
          </w:tcPr>
          <w:p w14:paraId="1451BF4C" w14:textId="77777777" w:rsidR="00E87E85" w:rsidRPr="00F95FBD" w:rsidRDefault="00E87E85" w:rsidP="00FF46B3">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87E85" w:rsidRPr="00F95FBD" w14:paraId="6AE3F9DD" w14:textId="77777777" w:rsidTr="00FF46B3">
        <w:tc>
          <w:tcPr>
            <w:cnfStyle w:val="001000000000" w:firstRow="0" w:lastRow="0" w:firstColumn="1" w:lastColumn="0" w:oddVBand="0" w:evenVBand="0" w:oddHBand="0" w:evenHBand="0" w:firstRowFirstColumn="0" w:firstRowLastColumn="0" w:lastRowFirstColumn="0" w:lastRowLastColumn="0"/>
            <w:tcW w:w="3056" w:type="dxa"/>
          </w:tcPr>
          <w:p w14:paraId="599F7F4B" w14:textId="77777777" w:rsidR="00E87E85" w:rsidRPr="00F95FBD" w:rsidRDefault="00E87E85" w:rsidP="00FF46B3">
            <w:pPr>
              <w:pStyle w:val="SoDTabulka"/>
              <w:keepNext/>
            </w:pPr>
            <w:r w:rsidRPr="00F95FBD">
              <w:t>E-mail</w:t>
            </w:r>
          </w:p>
        </w:tc>
        <w:tc>
          <w:tcPr>
            <w:tcW w:w="5733" w:type="dxa"/>
          </w:tcPr>
          <w:p w14:paraId="56E35941" w14:textId="77777777" w:rsidR="00E87E85" w:rsidRPr="00F95FBD" w:rsidRDefault="00E87E85" w:rsidP="00FF46B3">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87E85" w:rsidRPr="00F95FBD" w14:paraId="1F566E09" w14:textId="77777777" w:rsidTr="00FF46B3">
        <w:tc>
          <w:tcPr>
            <w:cnfStyle w:val="001000000000" w:firstRow="0" w:lastRow="0" w:firstColumn="1" w:lastColumn="0" w:oddVBand="0" w:evenVBand="0" w:oddHBand="0" w:evenHBand="0" w:firstRowFirstColumn="0" w:firstRowLastColumn="0" w:lastRowFirstColumn="0" w:lastRowLastColumn="0"/>
            <w:tcW w:w="3056" w:type="dxa"/>
          </w:tcPr>
          <w:p w14:paraId="46F578AA" w14:textId="77777777" w:rsidR="00E87E85" w:rsidRPr="00F95FBD" w:rsidRDefault="00E87E85" w:rsidP="00FF46B3">
            <w:pPr>
              <w:pStyle w:val="SoDTabulka"/>
            </w:pPr>
            <w:r w:rsidRPr="00F95FBD">
              <w:t>Telefon</w:t>
            </w:r>
          </w:p>
        </w:tc>
        <w:tc>
          <w:tcPr>
            <w:tcW w:w="5733" w:type="dxa"/>
          </w:tcPr>
          <w:p w14:paraId="5222E274" w14:textId="77777777" w:rsidR="00E87E85" w:rsidRPr="00F95FBD" w:rsidRDefault="00E87E85" w:rsidP="00FF46B3">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A4EBBA" w14:textId="77777777" w:rsidR="00F95FBD" w:rsidRDefault="00F95FBD" w:rsidP="00165977">
      <w:pPr>
        <w:pStyle w:val="SoDTabulka"/>
      </w:pPr>
    </w:p>
    <w:p w14:paraId="42F3F4AB" w14:textId="77777777" w:rsidR="00F95FBD" w:rsidRDefault="00F95FBD" w:rsidP="00165977">
      <w:pPr>
        <w:pStyle w:val="SoDTabulka"/>
      </w:pPr>
    </w:p>
    <w:p w14:paraId="23FE2382"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7A4EE78" w14:textId="77777777" w:rsidR="00F95FBD" w:rsidRDefault="00F95FBD" w:rsidP="001B325A">
      <w:pPr>
        <w:pStyle w:val="SoDNadpisbezsl1"/>
      </w:pPr>
      <w:r>
        <w:lastRenderedPageBreak/>
        <w:t>Příloha č. 3</w:t>
      </w:r>
    </w:p>
    <w:p w14:paraId="3D5D4CEF" w14:textId="77777777" w:rsidR="00F95FBD" w:rsidRDefault="00F95FBD" w:rsidP="00DD598A">
      <w:pPr>
        <w:pStyle w:val="SoDNadpisbezsl1-2"/>
        <w:outlineLvl w:val="1"/>
      </w:pPr>
      <w:r>
        <w:t>Seznam poddodavatelů</w:t>
      </w:r>
    </w:p>
    <w:p w14:paraId="3F5D3069"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089820FA"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516FFD6" w14:textId="77777777" w:rsidR="00F95FBD" w:rsidRPr="00F95FBD" w:rsidRDefault="00F95FBD" w:rsidP="00F762A8">
            <w:pPr>
              <w:pStyle w:val="SoDTabulka"/>
              <w:rPr>
                <w:rStyle w:val="Nadpisvtabulce"/>
              </w:rPr>
            </w:pPr>
            <w:r w:rsidRPr="00F95FBD">
              <w:rPr>
                <w:rStyle w:val="Nadpisvtabulce"/>
              </w:rPr>
              <w:t>Identifikace poddodavatele</w:t>
            </w:r>
          </w:p>
          <w:p w14:paraId="0E61B0D4"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4C960B3"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C8F88E5"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3983992D"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645661B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F35D130" w14:textId="77777777" w:rsidR="00F95FBD" w:rsidRPr="00F95FBD" w:rsidRDefault="00F95FBD" w:rsidP="004E6233">
            <w:pPr>
              <w:pStyle w:val="SoDTabulka"/>
            </w:pPr>
            <w:r w:rsidRPr="00F95FBD">
              <w:rPr>
                <w:highlight w:val="yellow"/>
              </w:rPr>
              <w:t>[VLOŽÍ ZHOTOVITEL]</w:t>
            </w:r>
          </w:p>
        </w:tc>
        <w:tc>
          <w:tcPr>
            <w:tcW w:w="3402" w:type="dxa"/>
          </w:tcPr>
          <w:p w14:paraId="5EA70B6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96C8C7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E695E9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0F070B1" w14:textId="77777777" w:rsidR="00F95FBD" w:rsidRPr="00F95FBD" w:rsidRDefault="00F95FBD" w:rsidP="004E6233">
            <w:pPr>
              <w:pStyle w:val="SoDTabulka"/>
            </w:pPr>
            <w:r w:rsidRPr="00F95FBD">
              <w:rPr>
                <w:highlight w:val="yellow"/>
              </w:rPr>
              <w:t>[VLOŽÍ ZHOTOVITEL]</w:t>
            </w:r>
          </w:p>
        </w:tc>
        <w:tc>
          <w:tcPr>
            <w:tcW w:w="3402" w:type="dxa"/>
          </w:tcPr>
          <w:p w14:paraId="032018C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16297E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3AAD95F"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B5DCA9E" w14:textId="77777777" w:rsidR="00F95FBD" w:rsidRPr="00F95FBD" w:rsidRDefault="00F95FBD" w:rsidP="004E6233">
            <w:pPr>
              <w:pStyle w:val="SoDTabulka"/>
            </w:pPr>
            <w:r w:rsidRPr="00F95FBD">
              <w:rPr>
                <w:highlight w:val="yellow"/>
              </w:rPr>
              <w:t>[VLOŽÍ ZHOTOVITEL]</w:t>
            </w:r>
          </w:p>
        </w:tc>
        <w:tc>
          <w:tcPr>
            <w:tcW w:w="3402" w:type="dxa"/>
          </w:tcPr>
          <w:p w14:paraId="0832F65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2621A45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62190E" w14:textId="77777777" w:rsidR="00F95FBD" w:rsidRPr="00F95FBD" w:rsidRDefault="00F95FBD" w:rsidP="001F5F37">
      <w:pPr>
        <w:pStyle w:val="SoDTextbezodsazen"/>
      </w:pPr>
    </w:p>
    <w:p w14:paraId="5A681E8D" w14:textId="77777777" w:rsidR="007E0D11" w:rsidRDefault="007E0D11" w:rsidP="001F5F37">
      <w:pPr>
        <w:pStyle w:val="SoDTextbezodsazen"/>
      </w:pPr>
    </w:p>
    <w:p w14:paraId="6768F9C9" w14:textId="77777777" w:rsidR="007E0D11" w:rsidRDefault="007E0D11" w:rsidP="001F5F37">
      <w:pPr>
        <w:pStyle w:val="SoDTextbezodsazen"/>
      </w:pPr>
    </w:p>
    <w:p w14:paraId="414389CF" w14:textId="77777777" w:rsidR="007E0D11" w:rsidRDefault="007E0D11" w:rsidP="001F5F37">
      <w:pPr>
        <w:pStyle w:val="SoDTextbezodsazen"/>
      </w:pPr>
    </w:p>
    <w:p w14:paraId="570A925B" w14:textId="77777777" w:rsidR="007E0D11" w:rsidRDefault="007E0D11" w:rsidP="001F5F37">
      <w:pPr>
        <w:pStyle w:val="SoDTextbezodsazen"/>
      </w:pPr>
    </w:p>
    <w:p w14:paraId="4B9D83D3" w14:textId="77777777" w:rsidR="00DD598A" w:rsidRDefault="00DD598A" w:rsidP="001F5F37">
      <w:pPr>
        <w:pStyle w:val="SoDTextbezodsazen"/>
      </w:pPr>
    </w:p>
    <w:p w14:paraId="74D71C87" w14:textId="77777777" w:rsidR="00DD598A" w:rsidRDefault="00DD598A" w:rsidP="001F5F37">
      <w:pPr>
        <w:pStyle w:val="SoDTextbezodsazen"/>
      </w:pPr>
    </w:p>
    <w:p w14:paraId="7B6E4FF0" w14:textId="77777777" w:rsidR="007E0D11" w:rsidRDefault="007E0D11" w:rsidP="001F5F37">
      <w:pPr>
        <w:pStyle w:val="SoDTextbezodsazen"/>
      </w:pPr>
    </w:p>
    <w:p w14:paraId="51FDB5C7" w14:textId="77777777" w:rsidR="00F95FBD" w:rsidRDefault="00F95FBD" w:rsidP="001F5F37">
      <w:pPr>
        <w:pStyle w:val="SoDTextbezodsazen"/>
      </w:pPr>
    </w:p>
    <w:p w14:paraId="0D337C6C"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B38E8A5" w14:textId="77777777" w:rsidR="00F762A8" w:rsidRDefault="00F762A8" w:rsidP="00F762A8">
      <w:pPr>
        <w:pStyle w:val="SoDNadpisbezsl1"/>
      </w:pPr>
      <w:r>
        <w:lastRenderedPageBreak/>
        <w:t>Příloha č. 4</w:t>
      </w:r>
    </w:p>
    <w:p w14:paraId="2141B844" w14:textId="77777777" w:rsidR="00F762A8" w:rsidRDefault="000E03DC" w:rsidP="00DD598A">
      <w:pPr>
        <w:pStyle w:val="SoDTextbezodsazen"/>
        <w:outlineLvl w:val="1"/>
      </w:pPr>
      <w:r>
        <w:t>NEOBSAZENO</w:t>
      </w:r>
      <w:r w:rsidDel="000E03DC">
        <w:t xml:space="preserve"> </w:t>
      </w:r>
    </w:p>
    <w:p w14:paraId="7146D6A0" w14:textId="77777777" w:rsidR="00224437" w:rsidRDefault="00224437" w:rsidP="00F762A8">
      <w:pPr>
        <w:pStyle w:val="SoDTextbezodsazen"/>
      </w:pPr>
    </w:p>
    <w:p w14:paraId="45A4B4BB" w14:textId="77777777" w:rsidR="00F762A8" w:rsidRDefault="00F762A8" w:rsidP="00F762A8">
      <w:pPr>
        <w:pStyle w:val="SoDTextbezodsazen"/>
      </w:pPr>
    </w:p>
    <w:p w14:paraId="5AB64678" w14:textId="77777777" w:rsidR="00F762A8" w:rsidRDefault="00F762A8" w:rsidP="00F762A8">
      <w:pPr>
        <w:pStyle w:val="SoDTextbezodsazen"/>
      </w:pPr>
    </w:p>
    <w:p w14:paraId="1DBA4FF3" w14:textId="77777777" w:rsidR="00F762A8" w:rsidRDefault="00F762A8" w:rsidP="00F762A8">
      <w:pPr>
        <w:pStyle w:val="SoDTextbezodsazen"/>
      </w:pPr>
    </w:p>
    <w:p w14:paraId="0F99D567" w14:textId="77777777" w:rsidR="00DD598A" w:rsidRDefault="00DD598A" w:rsidP="00F762A8">
      <w:pPr>
        <w:pStyle w:val="SoDTextbezodsazen"/>
      </w:pPr>
    </w:p>
    <w:p w14:paraId="1B9C85C5" w14:textId="77777777" w:rsidR="00DD598A" w:rsidRDefault="00DD598A" w:rsidP="00F762A8">
      <w:pPr>
        <w:pStyle w:val="SoDTextbezodsazen"/>
      </w:pPr>
    </w:p>
    <w:p w14:paraId="5EC496A1" w14:textId="77777777" w:rsidR="00F762A8" w:rsidRDefault="00F762A8" w:rsidP="00F762A8">
      <w:pPr>
        <w:pStyle w:val="SoDTextbezodsazen"/>
      </w:pPr>
    </w:p>
    <w:p w14:paraId="36D383F1"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B798C24" w14:textId="77777777" w:rsidR="00F762A8" w:rsidRDefault="00F762A8" w:rsidP="00F762A8">
      <w:pPr>
        <w:pStyle w:val="SoDNadpisbezsl1"/>
      </w:pPr>
      <w:r>
        <w:lastRenderedPageBreak/>
        <w:t>Příloha č. 5</w:t>
      </w:r>
    </w:p>
    <w:p w14:paraId="310227E2" w14:textId="77777777" w:rsidR="00F762A8" w:rsidRDefault="00F762A8" w:rsidP="00DD598A">
      <w:pPr>
        <w:pStyle w:val="SoDNadpisbezsl1-2"/>
        <w:outlineLvl w:val="1"/>
      </w:pPr>
      <w:r>
        <w:t>Smlouva o zpracování osobních údajů</w:t>
      </w:r>
    </w:p>
    <w:p w14:paraId="3AC0C4AC" w14:textId="77777777" w:rsidR="00F762A8" w:rsidRPr="001B785B" w:rsidRDefault="00F762A8" w:rsidP="001B785B">
      <w:pPr>
        <w:pStyle w:val="slovanseznam"/>
        <w:numPr>
          <w:ilvl w:val="0"/>
          <w:numId w:val="15"/>
        </w:numPr>
      </w:pPr>
      <w:r w:rsidRPr="001B785B">
        <w:t>Předmět smlouvy o zpracování osobních údajů</w:t>
      </w:r>
    </w:p>
    <w:p w14:paraId="1045BD79"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E828D44"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51726064" w14:textId="77777777" w:rsidR="00F762A8" w:rsidRPr="001B785B" w:rsidRDefault="00F762A8" w:rsidP="001B785B">
      <w:pPr>
        <w:pStyle w:val="SoDslseznam-1"/>
      </w:pPr>
      <w:r w:rsidRPr="001B785B">
        <w:t>Rozsah zpracovávaných údajů</w:t>
      </w:r>
    </w:p>
    <w:p w14:paraId="2BE8AB61"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80373EB"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5782C361" w14:textId="77777777" w:rsidR="00F762A8" w:rsidRPr="00F762A8" w:rsidRDefault="00F762A8" w:rsidP="00DD598A">
      <w:pPr>
        <w:pStyle w:val="SoDslseznam-1"/>
      </w:pPr>
      <w:r w:rsidRPr="00F762A8">
        <w:t>Povinnosti Zhotovitele</w:t>
      </w:r>
    </w:p>
    <w:p w14:paraId="4E8E453E" w14:textId="77777777"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43032FAB" w14:textId="77777777" w:rsidR="00F762A8" w:rsidRDefault="00F762A8" w:rsidP="00DD598A">
      <w:pPr>
        <w:pStyle w:val="SoDslseznam-2"/>
      </w:pPr>
      <w:r>
        <w:t>Zhotovitel bude neprodleně informovat Objednatele, pokud jsou podle jeho názoru některé pokyny Objednatele v rozporu s platnou právní úpravou.</w:t>
      </w:r>
    </w:p>
    <w:p w14:paraId="6C488C49"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363AAC34" w14:textId="77777777" w:rsidR="00F762A8" w:rsidRDefault="00F762A8" w:rsidP="00DD598A">
      <w:pPr>
        <w:pStyle w:val="SoDslseznam-2"/>
      </w:pPr>
      <w:r>
        <w:t>Zhotovitel je povinen přijmout všechna opatření dle čl. 32 GDPR tak, aby byla zajištěna odpovídající bezpečnost osobních údajů.</w:t>
      </w:r>
    </w:p>
    <w:p w14:paraId="03ED1F16"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3ACE3A7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4A5351B"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20F312CB" w14:textId="77777777" w:rsidR="00F762A8" w:rsidRPr="00ED4DDB" w:rsidRDefault="00F762A8" w:rsidP="001B785B">
      <w:pPr>
        <w:pStyle w:val="SoDslseznam-2"/>
      </w:pPr>
      <w:r w:rsidRPr="00ED4DDB">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2824C240"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253CD630" w14:textId="77777777" w:rsidR="00F762A8" w:rsidRPr="00F762A8" w:rsidRDefault="00F762A8" w:rsidP="00DD598A">
      <w:pPr>
        <w:pStyle w:val="SoDslseznam-1"/>
      </w:pPr>
      <w:r w:rsidRPr="00F762A8">
        <w:t>Odpovědnost Zhotovitele a smluvní pokuta</w:t>
      </w:r>
    </w:p>
    <w:p w14:paraId="29F1A71C"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36A4B570"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7D1627A"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66BBC586" w14:textId="77777777" w:rsidR="00F762A8" w:rsidRDefault="00F762A8" w:rsidP="00F762A8">
      <w:pPr>
        <w:pStyle w:val="SoDTextbezodsazen"/>
      </w:pPr>
    </w:p>
    <w:p w14:paraId="4C959266" w14:textId="77777777" w:rsidR="00F762A8" w:rsidRDefault="00F762A8" w:rsidP="00F762A8">
      <w:pPr>
        <w:pStyle w:val="SoDTextbezodsazen"/>
      </w:pPr>
    </w:p>
    <w:p w14:paraId="211E4266" w14:textId="77777777" w:rsidR="00DD598A" w:rsidRDefault="00DD598A" w:rsidP="00F762A8">
      <w:pPr>
        <w:pStyle w:val="SoDTextbezodsazen"/>
      </w:pPr>
    </w:p>
    <w:p w14:paraId="20E619C0"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676944C" w14:textId="77777777" w:rsidR="00DD598A" w:rsidRDefault="00DD598A" w:rsidP="00F762A8">
      <w:pPr>
        <w:pStyle w:val="SoDNadpisbezsl1"/>
      </w:pPr>
      <w:r>
        <w:lastRenderedPageBreak/>
        <w:t>Příloha č. 6</w:t>
      </w:r>
    </w:p>
    <w:p w14:paraId="7E23EE43"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3788B8F" w14:textId="77777777" w:rsidR="00DD598A" w:rsidRDefault="00160F8A" w:rsidP="00DD598A">
      <w:pPr>
        <w:pStyle w:val="SoDTextbezodsazen"/>
      </w:pPr>
      <w:r w:rsidRPr="00A973B1">
        <w:t>Příloha je uvedena jako samostatný dokument</w:t>
      </w:r>
      <w:r>
        <w:t xml:space="preserve"> </w:t>
      </w:r>
    </w:p>
    <w:p w14:paraId="028EB350" w14:textId="77777777" w:rsidR="00DD598A" w:rsidRDefault="00DD598A" w:rsidP="00DD598A">
      <w:pPr>
        <w:pStyle w:val="SoDTextbezodsazen"/>
      </w:pPr>
    </w:p>
    <w:p w14:paraId="3781A6AE" w14:textId="77777777" w:rsidR="00DD598A" w:rsidRDefault="00DD598A" w:rsidP="00DD598A">
      <w:pPr>
        <w:pStyle w:val="SoDTextbezodsazen"/>
      </w:pPr>
    </w:p>
    <w:p w14:paraId="03E437E9" w14:textId="77777777" w:rsidR="00DD598A" w:rsidRDefault="00DD598A" w:rsidP="00DD598A">
      <w:pPr>
        <w:pStyle w:val="SoDTextbezodsazen"/>
      </w:pPr>
    </w:p>
    <w:p w14:paraId="65418FD4" w14:textId="77777777" w:rsidR="00DD598A" w:rsidRDefault="00DD598A" w:rsidP="00DD598A">
      <w:pPr>
        <w:pStyle w:val="SoDTextbezodsazen"/>
      </w:pPr>
    </w:p>
    <w:p w14:paraId="1F379BF9"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3675EC6" w14:textId="77777777" w:rsidR="00F762A8" w:rsidRPr="005E7125" w:rsidRDefault="00F762A8" w:rsidP="00F762A8">
      <w:pPr>
        <w:pStyle w:val="SoDNadpisbezsl1"/>
      </w:pPr>
      <w:r w:rsidRPr="005E7125">
        <w:lastRenderedPageBreak/>
        <w:t xml:space="preserve">Příloha č. </w:t>
      </w:r>
      <w:r w:rsidR="00390720" w:rsidRPr="00DA5988">
        <w:t>7</w:t>
      </w:r>
    </w:p>
    <w:p w14:paraId="1FAB9811"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14F5784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813124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EB2191E"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117A8B7D" w14:textId="77777777" w:rsidR="00802774" w:rsidRPr="00802774" w:rsidRDefault="00802774" w:rsidP="00802774">
      <w:pPr>
        <w:spacing w:after="120" w:line="264" w:lineRule="auto"/>
        <w:jc w:val="both"/>
        <w:rPr>
          <w:rFonts w:asciiTheme="minorHAnsi" w:hAnsiTheme="minorHAnsi"/>
          <w:sz w:val="18"/>
          <w:szCs w:val="18"/>
        </w:rPr>
      </w:pPr>
    </w:p>
    <w:p w14:paraId="2545E9FE" w14:textId="77777777" w:rsidR="00F762A8" w:rsidRDefault="00F762A8" w:rsidP="00F762A8">
      <w:pPr>
        <w:pStyle w:val="SoDTextbezodsazen"/>
      </w:pPr>
    </w:p>
    <w:p w14:paraId="062E75DE" w14:textId="77777777" w:rsidR="00026C50" w:rsidRDefault="00026C50" w:rsidP="00F762A8">
      <w:pPr>
        <w:pStyle w:val="SoDTextbezodsazen"/>
      </w:pPr>
    </w:p>
    <w:p w14:paraId="3F6C68CA" w14:textId="77777777" w:rsidR="00DD598A" w:rsidRDefault="00DD598A" w:rsidP="00F762A8">
      <w:pPr>
        <w:pStyle w:val="SoDTextbezodsazen"/>
      </w:pPr>
    </w:p>
    <w:p w14:paraId="3CFCEE7E" w14:textId="77777777" w:rsidR="00DD598A" w:rsidRDefault="00DD598A" w:rsidP="00F762A8">
      <w:pPr>
        <w:pStyle w:val="SoDTextbezodsazen"/>
      </w:pPr>
    </w:p>
    <w:p w14:paraId="4E561AD5" w14:textId="77777777" w:rsidR="00DD598A" w:rsidRDefault="00DD598A" w:rsidP="00F762A8">
      <w:pPr>
        <w:pStyle w:val="SoDTextbezodsazen"/>
      </w:pPr>
    </w:p>
    <w:p w14:paraId="58504D05" w14:textId="77777777" w:rsidR="00DD598A" w:rsidRDefault="00DD598A" w:rsidP="00F762A8">
      <w:pPr>
        <w:pStyle w:val="SoDTextbezodsazen"/>
      </w:pPr>
    </w:p>
    <w:p w14:paraId="1BA7AB62" w14:textId="77777777" w:rsidR="00DD598A" w:rsidRDefault="00DD598A" w:rsidP="00F762A8">
      <w:pPr>
        <w:pStyle w:val="SoDTextbezodsazen"/>
      </w:pPr>
    </w:p>
    <w:p w14:paraId="0A669E07" w14:textId="77777777" w:rsidR="00F762A8" w:rsidRDefault="00F762A8" w:rsidP="00F762A8">
      <w:pPr>
        <w:pStyle w:val="SoDTextbezodsazen"/>
      </w:pPr>
    </w:p>
    <w:p w14:paraId="1DC93AB4"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4BDDBBCB" w14:textId="77777777" w:rsidR="00DD598A" w:rsidRDefault="00DD598A" w:rsidP="00392910">
      <w:pPr>
        <w:pStyle w:val="SoDNadpisbezsl1"/>
      </w:pPr>
      <w:r>
        <w:lastRenderedPageBreak/>
        <w:t>Příloha č. 8</w:t>
      </w:r>
    </w:p>
    <w:p w14:paraId="313459AA" w14:textId="2DF6049C" w:rsidR="00DD598A" w:rsidRDefault="00DD598A" w:rsidP="00E87E85">
      <w:pPr>
        <w:pStyle w:val="SoDNadpisbezsl1-2"/>
        <w:outlineLvl w:val="1"/>
      </w:pPr>
      <w:r w:rsidRPr="00E87E85">
        <w:t xml:space="preserve">NEOBSAZENO </w:t>
      </w:r>
    </w:p>
    <w:p w14:paraId="40608D9F" w14:textId="77777777" w:rsidR="00DD598A" w:rsidRDefault="00DD598A" w:rsidP="00DD598A">
      <w:pPr>
        <w:pStyle w:val="SoDTextbezodsazen"/>
      </w:pPr>
    </w:p>
    <w:p w14:paraId="5325F5CF" w14:textId="77777777" w:rsidR="00DD598A" w:rsidRDefault="00DD598A" w:rsidP="00DD598A">
      <w:pPr>
        <w:pStyle w:val="SoDTextbezodsazen"/>
      </w:pPr>
    </w:p>
    <w:p w14:paraId="7253F95C" w14:textId="77777777" w:rsidR="00DD598A" w:rsidRDefault="00DD598A" w:rsidP="00DD598A">
      <w:pPr>
        <w:pStyle w:val="SoDTextbezodsazen"/>
      </w:pPr>
    </w:p>
    <w:p w14:paraId="1A924598" w14:textId="77777777" w:rsidR="00DD598A" w:rsidRDefault="00DD598A" w:rsidP="00DD598A">
      <w:pPr>
        <w:pStyle w:val="SoDTextbezodsazen"/>
      </w:pPr>
    </w:p>
    <w:p w14:paraId="7884A5C4" w14:textId="77777777" w:rsidR="00DD598A" w:rsidRDefault="00DD598A" w:rsidP="00DD598A">
      <w:pPr>
        <w:pStyle w:val="SoDTextbezodsazen"/>
      </w:pPr>
    </w:p>
    <w:p w14:paraId="13D85055"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6C8E97BB" w14:textId="77777777" w:rsidR="00392910" w:rsidRDefault="00392910" w:rsidP="00392910">
      <w:pPr>
        <w:pStyle w:val="SoDNadpisbezsl1"/>
      </w:pPr>
      <w:r>
        <w:lastRenderedPageBreak/>
        <w:t xml:space="preserve">Příloha č. </w:t>
      </w:r>
      <w:r w:rsidR="00175C0A">
        <w:t>9</w:t>
      </w:r>
    </w:p>
    <w:p w14:paraId="355FCC62" w14:textId="474A2FE1" w:rsidR="00392910" w:rsidRDefault="00392910" w:rsidP="00553701">
      <w:pPr>
        <w:pStyle w:val="SoDNadpisbezsl1-2"/>
        <w:outlineLvl w:val="1"/>
      </w:pPr>
      <w:r w:rsidRPr="00E87E85">
        <w:t>Žádost o poskytnutí zálohové platby</w:t>
      </w:r>
    </w:p>
    <w:p w14:paraId="3730915C" w14:textId="77777777" w:rsidR="00392910" w:rsidRDefault="00392910" w:rsidP="00392910">
      <w:pPr>
        <w:pStyle w:val="SoDTextbezodsazen"/>
      </w:pPr>
    </w:p>
    <w:p w14:paraId="5D455461" w14:textId="60FEFAD0" w:rsidR="00392910" w:rsidRDefault="00392910" w:rsidP="00392910">
      <w:pPr>
        <w:pStyle w:val="SoDTextbezodsazen"/>
      </w:pPr>
      <w:r>
        <w:t xml:space="preserve">V souladu s ustanovením pod-článku 14.2 Smluvních podmínek ke Smlouvě o dílo na zhotovení stavby </w:t>
      </w:r>
      <w:r w:rsidR="00E87E85" w:rsidRPr="00E87E85">
        <w:rPr>
          <w:b/>
          <w:bCs/>
        </w:rPr>
        <w:t>„Modernizace trati Hradec Králové – Pardubice – Chrudim, 2.stavba, zdvoukolejnění Opatovice nad Labem-Hradec Králové, 1.etapa ŽST Hradec Králové hl.n.“, SO 22-78-06 ŽST Hradec Králové hl. n., demolice objektu skladu p.č.st. 231/1</w:t>
      </w:r>
      <w:r>
        <w:t xml:space="preserve"> žádáme o poskytnutí zálohové platby na finanční plnění výši: </w:t>
      </w:r>
      <w:r w:rsidRPr="00392910">
        <w:rPr>
          <w:highlight w:val="yellow"/>
        </w:rPr>
        <w:t>[VLOŽÍ ZHOTOVITEL]</w:t>
      </w:r>
      <w:r>
        <w:t xml:space="preserve"> Kč.</w:t>
      </w:r>
    </w:p>
    <w:p w14:paraId="47C304E6" w14:textId="77777777" w:rsidR="00392910" w:rsidRDefault="00392910" w:rsidP="00392910">
      <w:pPr>
        <w:pStyle w:val="SoDTextbezodsazen"/>
      </w:pPr>
    </w:p>
    <w:p w14:paraId="1F9FC878"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4FDA600F" w14:textId="77777777" w:rsidR="00392910" w:rsidRDefault="00392910" w:rsidP="00392910">
      <w:pPr>
        <w:pStyle w:val="SoDTextbezodsazen"/>
      </w:pPr>
    </w:p>
    <w:p w14:paraId="07A40FB2" w14:textId="77777777" w:rsidR="00392910" w:rsidRDefault="00392910" w:rsidP="00392910">
      <w:pPr>
        <w:pStyle w:val="SoDTextbezodsazen"/>
      </w:pPr>
      <w:r>
        <w:t xml:space="preserve">Součástí této žádosti je: </w:t>
      </w:r>
    </w:p>
    <w:p w14:paraId="3BFAD6E3"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1129749" w14:textId="77777777" w:rsidR="00392910" w:rsidRDefault="00392910" w:rsidP="00CA1B64">
      <w:pPr>
        <w:pStyle w:val="Seznamsodrkami"/>
      </w:pPr>
      <w:r>
        <w:t xml:space="preserve">zálohová faktura č. </w:t>
      </w:r>
      <w:r w:rsidRPr="00392910">
        <w:rPr>
          <w:highlight w:val="yellow"/>
        </w:rPr>
        <w:t>[VLOŽÍ ZHOTOVITEL]</w:t>
      </w:r>
    </w:p>
    <w:p w14:paraId="614296AC" w14:textId="77777777" w:rsidR="00392910" w:rsidRDefault="00392910" w:rsidP="00392910">
      <w:pPr>
        <w:pStyle w:val="SoDTextbezodsazen"/>
      </w:pPr>
    </w:p>
    <w:p w14:paraId="529B2571" w14:textId="77777777" w:rsidR="00392910" w:rsidRDefault="00392910" w:rsidP="00392910">
      <w:pPr>
        <w:pStyle w:val="SoDTextbezodsazen"/>
      </w:pPr>
    </w:p>
    <w:p w14:paraId="24F83B8A" w14:textId="77777777" w:rsidR="00392910" w:rsidRDefault="00392910" w:rsidP="00392910">
      <w:pPr>
        <w:pStyle w:val="SoDTextbezodsazen"/>
      </w:pPr>
      <w:r>
        <w:t xml:space="preserve">V </w:t>
      </w:r>
      <w:r w:rsidR="006671C7">
        <w:t xml:space="preserve">…………………………… </w:t>
      </w:r>
      <w:r>
        <w:t xml:space="preserve">dne </w:t>
      </w:r>
      <w:r w:rsidR="006671C7">
        <w:t>……………………………</w:t>
      </w:r>
    </w:p>
    <w:p w14:paraId="6210EEA7" w14:textId="77777777" w:rsidR="00392910" w:rsidRDefault="00392910" w:rsidP="00392910">
      <w:pPr>
        <w:pStyle w:val="SoDTextbezodsazen"/>
      </w:pPr>
    </w:p>
    <w:p w14:paraId="3EA06E7C" w14:textId="77777777" w:rsidR="00392910" w:rsidRDefault="00392910" w:rsidP="00392910">
      <w:pPr>
        <w:pStyle w:val="SoDTextbezodsazen"/>
      </w:pPr>
    </w:p>
    <w:p w14:paraId="2BBB6184" w14:textId="77777777" w:rsidR="00392910" w:rsidRDefault="00392910" w:rsidP="00392910">
      <w:pPr>
        <w:pStyle w:val="SoDTextbezodsazen"/>
      </w:pPr>
    </w:p>
    <w:p w14:paraId="4E98CFF5" w14:textId="77777777" w:rsidR="00392910" w:rsidRDefault="00392910" w:rsidP="00392910">
      <w:pPr>
        <w:pStyle w:val="SoDTextbezodsazen"/>
      </w:pPr>
    </w:p>
    <w:p w14:paraId="576EBD06" w14:textId="77777777" w:rsidR="00392910" w:rsidRDefault="00392910" w:rsidP="00392910">
      <w:pPr>
        <w:pStyle w:val="SoDTextbezodsazen"/>
      </w:pPr>
    </w:p>
    <w:p w14:paraId="4E5672E9" w14:textId="77777777" w:rsidR="00392910" w:rsidRDefault="00392910" w:rsidP="00392910">
      <w:pPr>
        <w:pStyle w:val="SoDTextbezodsazen"/>
      </w:pPr>
    </w:p>
    <w:p w14:paraId="6583256A" w14:textId="77777777" w:rsidR="00392910" w:rsidRDefault="00392910" w:rsidP="00392910">
      <w:pPr>
        <w:pStyle w:val="SoDTextbezodsazen"/>
      </w:pPr>
      <w:r>
        <w:t>…………………………………………………</w:t>
      </w:r>
    </w:p>
    <w:p w14:paraId="733F4C5D" w14:textId="77777777" w:rsidR="00392910" w:rsidRDefault="00392910" w:rsidP="00392910">
      <w:pPr>
        <w:pStyle w:val="SoDTextbezodsazen"/>
      </w:pPr>
    </w:p>
    <w:p w14:paraId="5E618B76" w14:textId="77777777" w:rsidR="00392910" w:rsidRDefault="00392910" w:rsidP="00392910">
      <w:pPr>
        <w:pStyle w:val="SoDTextbezodsazen"/>
      </w:pPr>
      <w:r>
        <w:t>Zhotovitel</w:t>
      </w:r>
    </w:p>
    <w:p w14:paraId="5F301B7C" w14:textId="77777777" w:rsidR="00392910" w:rsidRDefault="00392910" w:rsidP="00392910">
      <w:pPr>
        <w:pStyle w:val="SoDTextbezodsazen"/>
      </w:pPr>
    </w:p>
    <w:p w14:paraId="539B5A48" w14:textId="77777777" w:rsidR="00DD598A" w:rsidRDefault="00DD598A" w:rsidP="00392910">
      <w:pPr>
        <w:pStyle w:val="SoDTextbezodsazen"/>
      </w:pPr>
    </w:p>
    <w:p w14:paraId="09E36E20" w14:textId="77777777" w:rsidR="00682647" w:rsidRDefault="00682647" w:rsidP="00392910">
      <w:pPr>
        <w:pStyle w:val="SoDTextbezodsazen"/>
      </w:pPr>
    </w:p>
    <w:p w14:paraId="75047FAA"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48A285E2" w14:textId="77777777" w:rsidR="00553701" w:rsidRDefault="00553701" w:rsidP="00682647">
      <w:pPr>
        <w:pStyle w:val="SoDNadpisbezsl1"/>
      </w:pPr>
      <w:r>
        <w:lastRenderedPageBreak/>
        <w:t>Příloha č. 10</w:t>
      </w:r>
    </w:p>
    <w:p w14:paraId="2838E192" w14:textId="77FD7556" w:rsidR="00553701" w:rsidRDefault="00EB50D5" w:rsidP="00E87E85">
      <w:pPr>
        <w:pStyle w:val="SoDNadpisbezsl1-2"/>
        <w:outlineLvl w:val="1"/>
      </w:pPr>
      <w:r w:rsidRPr="00E87E85">
        <w:t>NEOBSAZENO</w:t>
      </w:r>
    </w:p>
    <w:p w14:paraId="293267D8" w14:textId="77777777" w:rsidR="00553701" w:rsidRDefault="00553701" w:rsidP="00553701"/>
    <w:p w14:paraId="0DC6A017" w14:textId="77777777" w:rsidR="00553701" w:rsidRDefault="00553701" w:rsidP="00553701"/>
    <w:p w14:paraId="17F844EF" w14:textId="77777777" w:rsidR="00553701" w:rsidRPr="00553701" w:rsidRDefault="00553701" w:rsidP="00553701"/>
    <w:p w14:paraId="2A794F9B" w14:textId="77777777" w:rsidR="00553701" w:rsidRDefault="00553701" w:rsidP="00553701"/>
    <w:p w14:paraId="0AEFAB6D"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27903E54" w14:textId="77777777" w:rsidR="00682647" w:rsidRPr="005E7125" w:rsidRDefault="00682647" w:rsidP="00682647">
      <w:pPr>
        <w:pStyle w:val="SoDNadpisbezsl1"/>
      </w:pPr>
      <w:r w:rsidRPr="005E7125">
        <w:lastRenderedPageBreak/>
        <w:t xml:space="preserve">Příloha č. </w:t>
      </w:r>
      <w:r>
        <w:t>11</w:t>
      </w:r>
    </w:p>
    <w:p w14:paraId="63B3EC2A" w14:textId="77777777" w:rsidR="006544F8" w:rsidRPr="00315413" w:rsidRDefault="006544F8" w:rsidP="006544F8">
      <w:pPr>
        <w:pStyle w:val="Nadpisbezsl1-2"/>
        <w:outlineLvl w:val="1"/>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0877E453"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9CCA1CE"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A7EE83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719E87C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F2C043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6850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3ED3D1F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72B13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6AAB7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4E48DDD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2BF77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7060C8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E1ABC8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863D5E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647699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5CA9C7D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5098E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912AA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4C28D1E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ACE258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BD8F5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0530C3A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B08162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18343D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73CDD8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0469B0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F3E82F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FB6329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3BC0670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4F5FFD7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C321EE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29D79A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52B2E0E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08BD05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EC47B1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247F3C6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6A8C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992818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403D3600"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6F8FDBD4"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4D7E2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2ECB9EA"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EA51E8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4534625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CF15138"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50C5BF4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4D47592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2FC15C3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5ADABC1" w14:textId="77777777" w:rsidR="006544F8" w:rsidRPr="00192AD6" w:rsidRDefault="006544F8" w:rsidP="006544F8">
            <w:pPr>
              <w:spacing w:after="0" w:line="240" w:lineRule="auto"/>
              <w:rPr>
                <w:rFonts w:asciiTheme="minorHAnsi" w:hAnsiTheme="minorHAnsi"/>
                <w:noProof/>
              </w:rPr>
            </w:pPr>
          </w:p>
        </w:tc>
        <w:tc>
          <w:tcPr>
            <w:tcW w:w="3685" w:type="dxa"/>
          </w:tcPr>
          <w:p w14:paraId="72A2C02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B2D5C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059EF9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7FB60AE" w14:textId="77777777" w:rsidR="006544F8" w:rsidRPr="00192AD6" w:rsidRDefault="006544F8" w:rsidP="006544F8">
            <w:pPr>
              <w:spacing w:after="0" w:line="240" w:lineRule="auto"/>
              <w:rPr>
                <w:rFonts w:asciiTheme="minorHAnsi" w:hAnsiTheme="minorHAnsi"/>
                <w:noProof/>
              </w:rPr>
            </w:pPr>
          </w:p>
        </w:tc>
        <w:tc>
          <w:tcPr>
            <w:tcW w:w="3685" w:type="dxa"/>
          </w:tcPr>
          <w:p w14:paraId="71B8BD9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74F180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549DB1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687FEB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66A34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5937F5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128AA21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42DC5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220AC74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385929D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791CE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2056ADE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719D41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FA6F12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27F1D8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3C050B1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DEFE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DDE80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139FB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8863E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36C6A6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452B57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745B2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52D944C6" w14:textId="77777777" w:rsidR="006544F8" w:rsidRDefault="006544F8" w:rsidP="006544F8">
            <w:pPr>
              <w:spacing w:after="0" w:line="240" w:lineRule="auto"/>
              <w:rPr>
                <w:rFonts w:asciiTheme="minorHAnsi" w:hAnsiTheme="minorHAnsi"/>
                <w:b/>
                <w:noProof/>
              </w:rPr>
            </w:pPr>
          </w:p>
          <w:p w14:paraId="743051D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CBFC2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639E208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191797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912B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5B20BB7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1C3D5A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20E7A42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A2638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4EE53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08296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22944E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744484A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72A15C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D1BA0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13DA023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D94053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991E3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3D192E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4914FC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65AF384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E0EB63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5720FB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B2C1BE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FCB2C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E64665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CB7322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B0D046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7D6F8AC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AAE2B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63779D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394AB9F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2CC6EA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77BCD7A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16613E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0C943C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143AF2D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482835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DF454C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67230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416D0D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A57E556" w14:textId="77777777" w:rsidR="006544F8" w:rsidRDefault="006544F8" w:rsidP="006544F8">
            <w:pPr>
              <w:spacing w:after="0" w:line="240" w:lineRule="auto"/>
              <w:rPr>
                <w:rFonts w:asciiTheme="minorHAnsi" w:hAnsiTheme="minorHAnsi"/>
                <w:b/>
                <w:noProof/>
              </w:rPr>
            </w:pPr>
          </w:p>
          <w:p w14:paraId="0905E47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21B7DD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3B80A5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6DB5FA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5AA719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6D5566D" w14:textId="77777777" w:rsidR="006544F8" w:rsidRDefault="006544F8" w:rsidP="006544F8">
            <w:pPr>
              <w:spacing w:after="0" w:line="240" w:lineRule="auto"/>
              <w:rPr>
                <w:rFonts w:asciiTheme="minorHAnsi" w:hAnsiTheme="minorHAnsi"/>
                <w:b/>
                <w:noProof/>
              </w:rPr>
            </w:pPr>
          </w:p>
          <w:p w14:paraId="41614487" w14:textId="77777777" w:rsidR="006544F8" w:rsidRDefault="006544F8" w:rsidP="006544F8">
            <w:pPr>
              <w:spacing w:after="0" w:line="240" w:lineRule="auto"/>
              <w:rPr>
                <w:rFonts w:asciiTheme="minorHAnsi" w:hAnsiTheme="minorHAnsi"/>
                <w:b/>
                <w:noProof/>
              </w:rPr>
            </w:pPr>
          </w:p>
          <w:p w14:paraId="4B8EB9F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D81518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2520D01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B128C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8F1D2C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502FE3D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844E79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6674FA3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1776A86C"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32E30AF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28054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20608BE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5C30AF4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28392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124CF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1F479B1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C14AD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5C61640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0CC654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9168C5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1111BEA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C56801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2E85135A"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6218"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37CC2309"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2D68F4D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1F90A08D"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442F3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CD47B2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E85015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D547C7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A6BFB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B8B9DB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62DFD1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347763E"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D385BF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62BFD8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0AACB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2DE8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78FCD6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2C736E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F91B73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9B36C6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037DA2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9B9D880"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6352BDAD"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5FC34EB8"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843854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15C5F5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798C883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2AFE42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0D16B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D13806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031CBA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115EB68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1F51CEBF"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10586BE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07546B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4E25847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6071A5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B2F609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39A6AF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A7632F4"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8B534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310791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8D65CC" w14:textId="77777777" w:rsidR="006544F8" w:rsidRPr="00192AD6" w:rsidRDefault="006544F8" w:rsidP="006544F8">
      <w:pPr>
        <w:spacing w:after="240" w:line="264" w:lineRule="auto"/>
        <w:rPr>
          <w:rFonts w:asciiTheme="minorHAnsi" w:hAnsiTheme="minorHAnsi"/>
          <w:sz w:val="18"/>
          <w:szCs w:val="18"/>
        </w:rPr>
      </w:pPr>
    </w:p>
    <w:p w14:paraId="128734EE"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8063EA3"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29DEB8D"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0F624F20"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9823C5E" w14:textId="77777777" w:rsidR="006544F8" w:rsidRPr="00192AD6" w:rsidRDefault="006544F8" w:rsidP="006544F8">
      <w:pPr>
        <w:spacing w:after="240" w:line="264" w:lineRule="auto"/>
        <w:jc w:val="both"/>
        <w:rPr>
          <w:rFonts w:asciiTheme="minorHAnsi" w:hAnsiTheme="minorHAnsi"/>
          <w:sz w:val="18"/>
          <w:szCs w:val="18"/>
        </w:rPr>
      </w:pPr>
    </w:p>
    <w:p w14:paraId="2452AF67" w14:textId="77777777" w:rsidR="00682647" w:rsidRDefault="00682647" w:rsidP="00392910">
      <w:pPr>
        <w:pStyle w:val="SoDTextbezodsazen"/>
      </w:pPr>
    </w:p>
    <w:p w14:paraId="131FC050"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F8F0D2" w14:textId="77777777" w:rsidR="009E1999" w:rsidRDefault="009E1999" w:rsidP="00962258">
      <w:pPr>
        <w:spacing w:after="0" w:line="240" w:lineRule="auto"/>
      </w:pPr>
      <w:r>
        <w:separator/>
      </w:r>
    </w:p>
  </w:endnote>
  <w:endnote w:type="continuationSeparator" w:id="0">
    <w:p w14:paraId="6F21877D" w14:textId="77777777" w:rsidR="009E1999" w:rsidRDefault="009E19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1BF7B6D6" w14:textId="77777777" w:rsidTr="00D453DF">
      <w:tc>
        <w:tcPr>
          <w:tcW w:w="1021" w:type="dxa"/>
          <w:vAlign w:val="bottom"/>
        </w:tcPr>
        <w:p w14:paraId="61917EA6" w14:textId="77777777" w:rsidR="006060F8" w:rsidRPr="00B8518B" w:rsidRDefault="006060F8"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25B49653" w14:textId="77777777" w:rsidR="006060F8" w:rsidRPr="00003F09" w:rsidRDefault="006060F8" w:rsidP="00003F09">
          <w:pPr>
            <w:pStyle w:val="SoDZpatvlevo"/>
          </w:pPr>
          <w:r>
            <w:t xml:space="preserve">Smlouva o dílo na </w:t>
          </w:r>
          <w:r w:rsidRPr="000A7FDE">
            <w:t xml:space="preserve">Zhotovení stavby </w:t>
          </w:r>
        </w:p>
      </w:tc>
    </w:tr>
  </w:tbl>
  <w:p w14:paraId="092DEA91" w14:textId="77777777" w:rsidR="006060F8" w:rsidRPr="00747C0A" w:rsidRDefault="006060F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1A94AD2D" w14:textId="77777777" w:rsidTr="00D453DF">
      <w:tc>
        <w:tcPr>
          <w:tcW w:w="1021" w:type="dxa"/>
          <w:vAlign w:val="bottom"/>
        </w:tcPr>
        <w:p w14:paraId="6DE50477" w14:textId="77777777"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5E93D99" w14:textId="77777777" w:rsidR="006060F8" w:rsidRPr="007E0D11" w:rsidRDefault="006060F8" w:rsidP="007E0D11">
          <w:pPr>
            <w:pStyle w:val="SoDZpatvlevo"/>
            <w:rPr>
              <w:b/>
            </w:rPr>
          </w:pPr>
          <w:r>
            <w:rPr>
              <w:b/>
            </w:rPr>
            <w:t>Příloha č. 4</w:t>
          </w:r>
        </w:p>
        <w:p w14:paraId="5FECCD81" w14:textId="77777777" w:rsidR="006060F8" w:rsidRPr="003462EB" w:rsidRDefault="006060F8" w:rsidP="007E0D11">
          <w:pPr>
            <w:pStyle w:val="SoDZpatvlevo"/>
          </w:pPr>
          <w:r>
            <w:t>Smlouva o dílo na Z</w:t>
          </w:r>
          <w:r w:rsidRPr="003462EB">
            <w:t xml:space="preserve">hotovení stavby </w:t>
          </w:r>
        </w:p>
      </w:tc>
    </w:tr>
  </w:tbl>
  <w:p w14:paraId="54C44C9F" w14:textId="77777777" w:rsidR="006060F8" w:rsidRPr="00747C0A" w:rsidRDefault="006060F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3608741A" w14:textId="77777777" w:rsidTr="00D453DF">
      <w:tc>
        <w:tcPr>
          <w:tcW w:w="0" w:type="auto"/>
          <w:tcMar>
            <w:left w:w="0" w:type="dxa"/>
            <w:right w:w="0" w:type="dxa"/>
          </w:tcMar>
          <w:vAlign w:val="bottom"/>
        </w:tcPr>
        <w:p w14:paraId="183800EC" w14:textId="77777777" w:rsidR="006060F8" w:rsidRPr="007E0D11" w:rsidRDefault="006060F8" w:rsidP="00D453DF">
          <w:pPr>
            <w:pStyle w:val="SoDZpatvpravo"/>
            <w:rPr>
              <w:b/>
            </w:rPr>
          </w:pPr>
          <w:r w:rsidRPr="007E0D11">
            <w:rPr>
              <w:b/>
            </w:rPr>
            <w:t xml:space="preserve">Příloha č. </w:t>
          </w:r>
          <w:r>
            <w:rPr>
              <w:b/>
            </w:rPr>
            <w:t>4</w:t>
          </w:r>
        </w:p>
        <w:p w14:paraId="37880E97"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9A47AD0" w14:textId="2404136C"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D72">
            <w:rPr>
              <w:rStyle w:val="slostrnky"/>
              <w:noProof/>
            </w:rPr>
            <w:t>1</w:t>
          </w:r>
          <w:r>
            <w:rPr>
              <w:rStyle w:val="slostrnky"/>
            </w:rPr>
            <w:fldChar w:fldCharType="end"/>
          </w:r>
        </w:p>
      </w:tc>
    </w:tr>
  </w:tbl>
  <w:p w14:paraId="7D5ACAB4" w14:textId="77777777" w:rsidR="006060F8" w:rsidRPr="00B8518B" w:rsidRDefault="006060F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68BF5080" w14:textId="77777777" w:rsidTr="00D453DF">
      <w:tc>
        <w:tcPr>
          <w:tcW w:w="1021" w:type="dxa"/>
          <w:vAlign w:val="bottom"/>
        </w:tcPr>
        <w:p w14:paraId="4D131F0C" w14:textId="66541D13"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D72">
            <w:rPr>
              <w:rStyle w:val="slostrnky"/>
              <w:noProof/>
            </w:rPr>
            <w:t>2</w:t>
          </w:r>
          <w:r>
            <w:rPr>
              <w:rStyle w:val="slostrnky"/>
            </w:rPr>
            <w:fldChar w:fldCharType="end"/>
          </w:r>
        </w:p>
      </w:tc>
      <w:tc>
        <w:tcPr>
          <w:tcW w:w="0" w:type="auto"/>
          <w:vAlign w:val="bottom"/>
        </w:tcPr>
        <w:p w14:paraId="719AE2AD" w14:textId="77777777" w:rsidR="006060F8" w:rsidRPr="007E0D11" w:rsidRDefault="006060F8" w:rsidP="007E0D11">
          <w:pPr>
            <w:pStyle w:val="SoDZpatvlevo"/>
            <w:rPr>
              <w:b/>
            </w:rPr>
          </w:pPr>
          <w:r>
            <w:rPr>
              <w:b/>
            </w:rPr>
            <w:t>Příloha č. 5</w:t>
          </w:r>
        </w:p>
        <w:p w14:paraId="5DF70673" w14:textId="77777777" w:rsidR="006060F8" w:rsidRPr="003462EB" w:rsidRDefault="006060F8" w:rsidP="007E0D11">
          <w:pPr>
            <w:pStyle w:val="SoDZpatvlevo"/>
          </w:pPr>
          <w:r>
            <w:t>Smlouva o dílo na Z</w:t>
          </w:r>
          <w:r w:rsidRPr="003462EB">
            <w:t xml:space="preserve">hotovení stavby </w:t>
          </w:r>
        </w:p>
      </w:tc>
    </w:tr>
  </w:tbl>
  <w:p w14:paraId="0E803FD4" w14:textId="77777777" w:rsidR="006060F8" w:rsidRPr="00747C0A" w:rsidRDefault="006060F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08781D3F" w14:textId="77777777" w:rsidTr="00D453DF">
      <w:tc>
        <w:tcPr>
          <w:tcW w:w="0" w:type="auto"/>
          <w:tcMar>
            <w:left w:w="0" w:type="dxa"/>
            <w:right w:w="0" w:type="dxa"/>
          </w:tcMar>
          <w:vAlign w:val="bottom"/>
        </w:tcPr>
        <w:p w14:paraId="293CE090" w14:textId="77777777" w:rsidR="006060F8" w:rsidRPr="007E0D11" w:rsidRDefault="006060F8" w:rsidP="00D453DF">
          <w:pPr>
            <w:pStyle w:val="SoDZpatvpravo"/>
            <w:rPr>
              <w:b/>
            </w:rPr>
          </w:pPr>
          <w:r w:rsidRPr="007E0D11">
            <w:rPr>
              <w:b/>
            </w:rPr>
            <w:t xml:space="preserve">Příloha č. </w:t>
          </w:r>
          <w:r>
            <w:rPr>
              <w:b/>
            </w:rPr>
            <w:t>5</w:t>
          </w:r>
        </w:p>
        <w:p w14:paraId="1F7FC829"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2E8A31" w14:textId="39CA1EF9"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D72">
            <w:rPr>
              <w:rStyle w:val="slostrnky"/>
              <w:noProof/>
            </w:rPr>
            <w:t>2</w:t>
          </w:r>
          <w:r>
            <w:rPr>
              <w:rStyle w:val="slostrnky"/>
            </w:rPr>
            <w:fldChar w:fldCharType="end"/>
          </w:r>
        </w:p>
      </w:tc>
    </w:tr>
  </w:tbl>
  <w:p w14:paraId="0306AA25" w14:textId="77777777" w:rsidR="006060F8" w:rsidRPr="00B8518B" w:rsidRDefault="006060F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61064A0F" w14:textId="77777777" w:rsidTr="00D453DF">
      <w:tc>
        <w:tcPr>
          <w:tcW w:w="1021" w:type="dxa"/>
          <w:vAlign w:val="bottom"/>
        </w:tcPr>
        <w:p w14:paraId="59AE6DEF" w14:textId="77777777"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13BC53A0" w14:textId="77777777" w:rsidR="006060F8" w:rsidRPr="007E0D11" w:rsidRDefault="006060F8" w:rsidP="007E0D11">
          <w:pPr>
            <w:pStyle w:val="SoDZpatvlevo"/>
            <w:rPr>
              <w:b/>
            </w:rPr>
          </w:pPr>
          <w:r>
            <w:rPr>
              <w:b/>
            </w:rPr>
            <w:t>Příloha č. 6</w:t>
          </w:r>
        </w:p>
        <w:p w14:paraId="3AE0E6E2" w14:textId="77777777" w:rsidR="006060F8" w:rsidRPr="003462EB" w:rsidRDefault="006060F8" w:rsidP="007E0D11">
          <w:pPr>
            <w:pStyle w:val="SoDZpatvlevo"/>
          </w:pPr>
          <w:r>
            <w:t>Smlouva o dílo na Z</w:t>
          </w:r>
          <w:r w:rsidRPr="003462EB">
            <w:t xml:space="preserve">hotovení stavby </w:t>
          </w:r>
        </w:p>
      </w:tc>
    </w:tr>
  </w:tbl>
  <w:p w14:paraId="4954191C" w14:textId="77777777" w:rsidR="006060F8" w:rsidRPr="00747C0A" w:rsidRDefault="006060F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11EDF547" w14:textId="77777777" w:rsidTr="00D453DF">
      <w:tc>
        <w:tcPr>
          <w:tcW w:w="0" w:type="auto"/>
          <w:tcMar>
            <w:left w:w="0" w:type="dxa"/>
            <w:right w:w="0" w:type="dxa"/>
          </w:tcMar>
          <w:vAlign w:val="bottom"/>
        </w:tcPr>
        <w:p w14:paraId="48F91C76" w14:textId="77777777" w:rsidR="006060F8" w:rsidRPr="007E0D11" w:rsidRDefault="006060F8" w:rsidP="00D453DF">
          <w:pPr>
            <w:pStyle w:val="SoDZpatvpravo"/>
            <w:rPr>
              <w:b/>
            </w:rPr>
          </w:pPr>
          <w:r w:rsidRPr="007E0D11">
            <w:rPr>
              <w:b/>
            </w:rPr>
            <w:t xml:space="preserve">Příloha č. </w:t>
          </w:r>
          <w:r>
            <w:rPr>
              <w:b/>
            </w:rPr>
            <w:t>6</w:t>
          </w:r>
        </w:p>
        <w:p w14:paraId="17C5A4C0"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44E10FA" w14:textId="5D1247C6"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D72">
            <w:rPr>
              <w:rStyle w:val="slostrnky"/>
              <w:noProof/>
            </w:rPr>
            <w:t>1</w:t>
          </w:r>
          <w:r>
            <w:rPr>
              <w:rStyle w:val="slostrnky"/>
            </w:rPr>
            <w:fldChar w:fldCharType="end"/>
          </w:r>
        </w:p>
      </w:tc>
    </w:tr>
  </w:tbl>
  <w:p w14:paraId="70E76FF2" w14:textId="77777777" w:rsidR="006060F8" w:rsidRPr="00B8518B" w:rsidRDefault="006060F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5BB8F4FC" w14:textId="77777777" w:rsidTr="00D453DF">
      <w:tc>
        <w:tcPr>
          <w:tcW w:w="1021" w:type="dxa"/>
          <w:vAlign w:val="bottom"/>
        </w:tcPr>
        <w:p w14:paraId="0026E6BD" w14:textId="77777777"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F6E86F2" w14:textId="77777777" w:rsidR="006060F8" w:rsidRPr="007E0D11" w:rsidRDefault="006060F8" w:rsidP="007E0D11">
          <w:pPr>
            <w:pStyle w:val="SoDZpatvlevo"/>
            <w:rPr>
              <w:b/>
            </w:rPr>
          </w:pPr>
          <w:r>
            <w:rPr>
              <w:b/>
            </w:rPr>
            <w:t>Příloha č. 7</w:t>
          </w:r>
        </w:p>
        <w:p w14:paraId="7E3BEB25" w14:textId="77777777" w:rsidR="006060F8" w:rsidRPr="003462EB" w:rsidRDefault="006060F8" w:rsidP="007E0D11">
          <w:pPr>
            <w:pStyle w:val="SoDZpatvlevo"/>
          </w:pPr>
          <w:r>
            <w:t>Smlouva o dílo na Z</w:t>
          </w:r>
          <w:r w:rsidRPr="003462EB">
            <w:t xml:space="preserve">hotovení stavby </w:t>
          </w:r>
        </w:p>
      </w:tc>
    </w:tr>
  </w:tbl>
  <w:p w14:paraId="619B3BD7" w14:textId="77777777" w:rsidR="006060F8" w:rsidRPr="00747C0A" w:rsidRDefault="006060F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64DC9A52" w14:textId="77777777" w:rsidTr="00D453DF">
      <w:tc>
        <w:tcPr>
          <w:tcW w:w="0" w:type="auto"/>
          <w:tcMar>
            <w:left w:w="0" w:type="dxa"/>
            <w:right w:w="0" w:type="dxa"/>
          </w:tcMar>
          <w:vAlign w:val="bottom"/>
        </w:tcPr>
        <w:p w14:paraId="6F835EB1" w14:textId="77777777" w:rsidR="006060F8" w:rsidRPr="007E0D11" w:rsidRDefault="006060F8" w:rsidP="00D453DF">
          <w:pPr>
            <w:pStyle w:val="SoDZpatvpravo"/>
            <w:rPr>
              <w:b/>
            </w:rPr>
          </w:pPr>
          <w:r w:rsidRPr="007E0D11">
            <w:rPr>
              <w:b/>
            </w:rPr>
            <w:t xml:space="preserve">Příloha č. </w:t>
          </w:r>
          <w:r>
            <w:rPr>
              <w:b/>
            </w:rPr>
            <w:t>7</w:t>
          </w:r>
        </w:p>
        <w:p w14:paraId="1DD4AB88"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2C5445F" w14:textId="5721C494"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D72">
            <w:rPr>
              <w:rStyle w:val="slostrnky"/>
              <w:noProof/>
            </w:rPr>
            <w:t>1</w:t>
          </w:r>
          <w:r>
            <w:rPr>
              <w:rStyle w:val="slostrnky"/>
            </w:rPr>
            <w:fldChar w:fldCharType="end"/>
          </w:r>
        </w:p>
      </w:tc>
    </w:tr>
  </w:tbl>
  <w:p w14:paraId="7E192344" w14:textId="77777777" w:rsidR="006060F8" w:rsidRPr="00B8518B" w:rsidRDefault="006060F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489944F1" w14:textId="77777777" w:rsidTr="00D453DF">
      <w:tc>
        <w:tcPr>
          <w:tcW w:w="1021" w:type="dxa"/>
          <w:vAlign w:val="bottom"/>
        </w:tcPr>
        <w:p w14:paraId="6046736F" w14:textId="77777777"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9C75E84" w14:textId="77777777" w:rsidR="006060F8" w:rsidRPr="007E0D11" w:rsidRDefault="006060F8" w:rsidP="007E0D11">
          <w:pPr>
            <w:pStyle w:val="SoDZpatvlevo"/>
            <w:rPr>
              <w:b/>
            </w:rPr>
          </w:pPr>
          <w:r>
            <w:rPr>
              <w:b/>
            </w:rPr>
            <w:t>Příloha č. 8</w:t>
          </w:r>
        </w:p>
        <w:p w14:paraId="4081A4BA" w14:textId="77777777" w:rsidR="006060F8" w:rsidRPr="003462EB" w:rsidRDefault="006060F8" w:rsidP="007E0D11">
          <w:pPr>
            <w:pStyle w:val="SoDZpatvlevo"/>
          </w:pPr>
          <w:r>
            <w:t>Smlouva o dílo na Z</w:t>
          </w:r>
          <w:r w:rsidRPr="003462EB">
            <w:t xml:space="preserve">hotovení stavby </w:t>
          </w:r>
        </w:p>
      </w:tc>
    </w:tr>
  </w:tbl>
  <w:p w14:paraId="3AF6B56E" w14:textId="77777777" w:rsidR="006060F8" w:rsidRPr="00747C0A" w:rsidRDefault="006060F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6115160B" w14:textId="77777777" w:rsidTr="00D453DF">
      <w:tc>
        <w:tcPr>
          <w:tcW w:w="0" w:type="auto"/>
          <w:tcMar>
            <w:left w:w="0" w:type="dxa"/>
            <w:right w:w="0" w:type="dxa"/>
          </w:tcMar>
          <w:vAlign w:val="bottom"/>
        </w:tcPr>
        <w:p w14:paraId="4A815FBD" w14:textId="77777777" w:rsidR="006060F8" w:rsidRPr="007E0D11" w:rsidRDefault="006060F8" w:rsidP="00D453DF">
          <w:pPr>
            <w:pStyle w:val="SoDZpatvpravo"/>
            <w:rPr>
              <w:b/>
            </w:rPr>
          </w:pPr>
          <w:r w:rsidRPr="007E0D11">
            <w:rPr>
              <w:b/>
            </w:rPr>
            <w:t xml:space="preserve">Příloha č. </w:t>
          </w:r>
          <w:r>
            <w:rPr>
              <w:b/>
            </w:rPr>
            <w:t>8</w:t>
          </w:r>
        </w:p>
        <w:p w14:paraId="6042AFB9"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95C32C8" w14:textId="62197BBC"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D72">
            <w:rPr>
              <w:rStyle w:val="slostrnky"/>
              <w:noProof/>
            </w:rPr>
            <w:t>1</w:t>
          </w:r>
          <w:r>
            <w:rPr>
              <w:rStyle w:val="slostrnky"/>
            </w:rPr>
            <w:fldChar w:fldCharType="end"/>
          </w:r>
        </w:p>
      </w:tc>
    </w:tr>
  </w:tbl>
  <w:p w14:paraId="00FB99B6" w14:textId="77777777" w:rsidR="006060F8" w:rsidRPr="00B8518B" w:rsidRDefault="006060F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61C8C994" w14:textId="77777777" w:rsidTr="00D453DF">
      <w:tc>
        <w:tcPr>
          <w:tcW w:w="0" w:type="auto"/>
          <w:tcMar>
            <w:left w:w="0" w:type="dxa"/>
            <w:right w:w="0" w:type="dxa"/>
          </w:tcMar>
          <w:vAlign w:val="bottom"/>
        </w:tcPr>
        <w:p w14:paraId="4158D521" w14:textId="77777777" w:rsidR="006060F8" w:rsidRPr="003462EB" w:rsidRDefault="006060F8"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7F51F92" w14:textId="77777777"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EEA0CAD" w14:textId="77777777" w:rsidR="006060F8" w:rsidRPr="00B8518B" w:rsidRDefault="006060F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70BB1E96" w14:textId="77777777" w:rsidTr="00D453DF">
      <w:tc>
        <w:tcPr>
          <w:tcW w:w="1021" w:type="dxa"/>
          <w:vAlign w:val="bottom"/>
        </w:tcPr>
        <w:p w14:paraId="162D373A" w14:textId="77777777"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FAC77AC" w14:textId="77777777" w:rsidR="006060F8" w:rsidRPr="007E0D11" w:rsidRDefault="006060F8" w:rsidP="007E0D11">
          <w:pPr>
            <w:pStyle w:val="SoDZpatvlevo"/>
            <w:rPr>
              <w:b/>
            </w:rPr>
          </w:pPr>
          <w:r>
            <w:rPr>
              <w:b/>
            </w:rPr>
            <w:t>Příloha č. 9</w:t>
          </w:r>
        </w:p>
        <w:p w14:paraId="7677E5E3" w14:textId="77777777" w:rsidR="006060F8" w:rsidRPr="003462EB" w:rsidRDefault="006060F8" w:rsidP="007E0D11">
          <w:pPr>
            <w:pStyle w:val="SoDZpatvlevo"/>
          </w:pPr>
          <w:r>
            <w:t>Smlouva o dílo na Z</w:t>
          </w:r>
          <w:r w:rsidRPr="003462EB">
            <w:t xml:space="preserve">hotovení stavby </w:t>
          </w:r>
        </w:p>
      </w:tc>
    </w:tr>
  </w:tbl>
  <w:p w14:paraId="55915AB3" w14:textId="77777777" w:rsidR="006060F8" w:rsidRPr="00747C0A" w:rsidRDefault="006060F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299D37A5" w14:textId="77777777" w:rsidTr="00D453DF">
      <w:tc>
        <w:tcPr>
          <w:tcW w:w="0" w:type="auto"/>
          <w:tcMar>
            <w:left w:w="0" w:type="dxa"/>
            <w:right w:w="0" w:type="dxa"/>
          </w:tcMar>
          <w:vAlign w:val="bottom"/>
        </w:tcPr>
        <w:p w14:paraId="022CAB41" w14:textId="77777777" w:rsidR="006060F8" w:rsidRPr="007E0D11" w:rsidRDefault="006060F8" w:rsidP="00D453DF">
          <w:pPr>
            <w:pStyle w:val="SoDZpatvpravo"/>
            <w:rPr>
              <w:b/>
            </w:rPr>
          </w:pPr>
          <w:r w:rsidRPr="007E0D11">
            <w:rPr>
              <w:b/>
            </w:rPr>
            <w:t xml:space="preserve">Příloha č. </w:t>
          </w:r>
          <w:r>
            <w:rPr>
              <w:b/>
            </w:rPr>
            <w:t>9</w:t>
          </w:r>
        </w:p>
        <w:p w14:paraId="06B288C0"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A34E0B5" w14:textId="78C1BBB2"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D72">
            <w:rPr>
              <w:rStyle w:val="slostrnky"/>
              <w:noProof/>
            </w:rPr>
            <w:t>1</w:t>
          </w:r>
          <w:r>
            <w:rPr>
              <w:rStyle w:val="slostrnky"/>
            </w:rPr>
            <w:fldChar w:fldCharType="end"/>
          </w:r>
        </w:p>
      </w:tc>
    </w:tr>
  </w:tbl>
  <w:p w14:paraId="0F6C6C7F" w14:textId="77777777" w:rsidR="006060F8" w:rsidRPr="00B8518B" w:rsidRDefault="006060F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480D5446" w14:textId="77777777" w:rsidTr="00D453DF">
      <w:tc>
        <w:tcPr>
          <w:tcW w:w="1021" w:type="dxa"/>
          <w:vAlign w:val="bottom"/>
        </w:tcPr>
        <w:p w14:paraId="536C4388" w14:textId="77777777"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6795C3" w14:textId="77777777" w:rsidR="006060F8" w:rsidRPr="007E0D11" w:rsidRDefault="006060F8" w:rsidP="007E0D11">
          <w:pPr>
            <w:pStyle w:val="SoDZpatvlevo"/>
            <w:rPr>
              <w:b/>
            </w:rPr>
          </w:pPr>
          <w:r>
            <w:rPr>
              <w:b/>
            </w:rPr>
            <w:t>Příloha č. 10</w:t>
          </w:r>
        </w:p>
        <w:p w14:paraId="4FE9667B" w14:textId="77777777" w:rsidR="006060F8" w:rsidRPr="003462EB" w:rsidRDefault="006060F8" w:rsidP="007E0D11">
          <w:pPr>
            <w:pStyle w:val="SoDZpatvlevo"/>
          </w:pPr>
          <w:r>
            <w:t>Smlouva o dílo na Z</w:t>
          </w:r>
          <w:r w:rsidRPr="003462EB">
            <w:t xml:space="preserve">hotovení stavby </w:t>
          </w:r>
        </w:p>
      </w:tc>
    </w:tr>
  </w:tbl>
  <w:p w14:paraId="4266E83B" w14:textId="77777777" w:rsidR="006060F8" w:rsidRPr="00747C0A" w:rsidRDefault="006060F8">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5C54A2E9" w14:textId="77777777" w:rsidTr="00D453DF">
      <w:tc>
        <w:tcPr>
          <w:tcW w:w="0" w:type="auto"/>
          <w:tcMar>
            <w:left w:w="0" w:type="dxa"/>
            <w:right w:w="0" w:type="dxa"/>
          </w:tcMar>
          <w:vAlign w:val="bottom"/>
        </w:tcPr>
        <w:p w14:paraId="5F893622" w14:textId="77777777" w:rsidR="006060F8" w:rsidRPr="007E0D11" w:rsidRDefault="006060F8" w:rsidP="00D453DF">
          <w:pPr>
            <w:pStyle w:val="SoDZpatvpravo"/>
            <w:rPr>
              <w:b/>
            </w:rPr>
          </w:pPr>
          <w:r w:rsidRPr="007E0D11">
            <w:rPr>
              <w:b/>
            </w:rPr>
            <w:t xml:space="preserve">Příloha č. </w:t>
          </w:r>
          <w:r>
            <w:rPr>
              <w:b/>
            </w:rPr>
            <w:t>10</w:t>
          </w:r>
        </w:p>
        <w:p w14:paraId="2DEE9F07"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57AB55" w14:textId="390EEB56"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D72">
            <w:rPr>
              <w:rStyle w:val="slostrnky"/>
              <w:noProof/>
            </w:rPr>
            <w:t>1</w:t>
          </w:r>
          <w:r>
            <w:rPr>
              <w:rStyle w:val="slostrnky"/>
            </w:rPr>
            <w:fldChar w:fldCharType="end"/>
          </w:r>
        </w:p>
      </w:tc>
    </w:tr>
  </w:tbl>
  <w:p w14:paraId="35FAA5FA" w14:textId="77777777" w:rsidR="006060F8" w:rsidRPr="00B8518B" w:rsidRDefault="006060F8"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654239D3" w14:textId="77777777" w:rsidTr="00D453DF">
      <w:tc>
        <w:tcPr>
          <w:tcW w:w="1021" w:type="dxa"/>
          <w:vAlign w:val="bottom"/>
        </w:tcPr>
        <w:p w14:paraId="3E2B0BE5" w14:textId="08E9F519"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D72">
            <w:rPr>
              <w:rStyle w:val="slostrnky"/>
              <w:noProof/>
            </w:rPr>
            <w:t>4</w:t>
          </w:r>
          <w:r>
            <w:rPr>
              <w:rStyle w:val="slostrnky"/>
            </w:rPr>
            <w:fldChar w:fldCharType="end"/>
          </w:r>
        </w:p>
      </w:tc>
      <w:tc>
        <w:tcPr>
          <w:tcW w:w="0" w:type="auto"/>
          <w:vAlign w:val="bottom"/>
        </w:tcPr>
        <w:p w14:paraId="14742576" w14:textId="77777777" w:rsidR="006060F8" w:rsidRPr="007E0D11" w:rsidRDefault="006060F8" w:rsidP="007E0D11">
          <w:pPr>
            <w:pStyle w:val="SoDZpatvlevo"/>
            <w:rPr>
              <w:b/>
            </w:rPr>
          </w:pPr>
          <w:r>
            <w:rPr>
              <w:b/>
            </w:rPr>
            <w:t>Příloha č. 11</w:t>
          </w:r>
        </w:p>
        <w:p w14:paraId="46CDEE78" w14:textId="77777777" w:rsidR="006060F8" w:rsidRPr="003462EB" w:rsidRDefault="006060F8" w:rsidP="007E0D11">
          <w:pPr>
            <w:pStyle w:val="SoDZpatvlevo"/>
          </w:pPr>
          <w:r>
            <w:t>Smlouva o dílo na Z</w:t>
          </w:r>
          <w:r w:rsidRPr="003462EB">
            <w:t xml:space="preserve">hotovení stavby </w:t>
          </w:r>
        </w:p>
      </w:tc>
    </w:tr>
  </w:tbl>
  <w:p w14:paraId="38B13163" w14:textId="77777777" w:rsidR="006060F8" w:rsidRPr="00747C0A" w:rsidRDefault="006060F8">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16EFDDF3" w14:textId="77777777" w:rsidTr="00D453DF">
      <w:tc>
        <w:tcPr>
          <w:tcW w:w="0" w:type="auto"/>
          <w:tcMar>
            <w:left w:w="0" w:type="dxa"/>
            <w:right w:w="0" w:type="dxa"/>
          </w:tcMar>
          <w:vAlign w:val="bottom"/>
        </w:tcPr>
        <w:p w14:paraId="74D6CD1D" w14:textId="77777777" w:rsidR="006060F8" w:rsidRPr="007E0D11" w:rsidRDefault="006060F8" w:rsidP="00D453DF">
          <w:pPr>
            <w:pStyle w:val="SoDZpatvpravo"/>
            <w:rPr>
              <w:b/>
            </w:rPr>
          </w:pPr>
          <w:r w:rsidRPr="007E0D11">
            <w:rPr>
              <w:b/>
            </w:rPr>
            <w:t xml:space="preserve">Příloha č. </w:t>
          </w:r>
          <w:r>
            <w:rPr>
              <w:b/>
            </w:rPr>
            <w:t>11</w:t>
          </w:r>
        </w:p>
        <w:p w14:paraId="6F87D99B"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9B3EF4B" w14:textId="43FD8E8D"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D72">
            <w:rPr>
              <w:rStyle w:val="slostrnky"/>
              <w:noProof/>
            </w:rPr>
            <w:t>4</w:t>
          </w:r>
          <w:r>
            <w:rPr>
              <w:rStyle w:val="slostrnky"/>
            </w:rPr>
            <w:fldChar w:fldCharType="end"/>
          </w:r>
        </w:p>
      </w:tc>
    </w:tr>
  </w:tbl>
  <w:p w14:paraId="0B22749E" w14:textId="77777777" w:rsidR="006060F8" w:rsidRPr="00B8518B" w:rsidRDefault="006060F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6C720" w14:textId="77777777" w:rsidR="006060F8" w:rsidRPr="00B3350F" w:rsidRDefault="006060F8" w:rsidP="00E73A2F">
    <w:pPr>
      <w:spacing w:after="0"/>
      <w:rPr>
        <w:sz w:val="4"/>
        <w:szCs w:val="4"/>
      </w:rPr>
    </w:pPr>
    <w:r w:rsidRPr="00BC322B">
      <w:rPr>
        <w:noProof/>
        <w:lang w:eastAsia="cs-CZ"/>
      </w:rPr>
      <w:drawing>
        <wp:inline distT="0" distB="0" distL="0" distR="0" wp14:anchorId="694C2103" wp14:editId="289B4C67">
          <wp:extent cx="5446800" cy="630000"/>
          <wp:effectExtent l="0" t="0" r="1905" b="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5446800" cy="630000"/>
                  </a:xfrm>
                  <a:prstGeom prst="rect">
                    <a:avLst/>
                  </a:prstGeom>
                  <a:noFill/>
                  <a:ln>
                    <a:noFill/>
                  </a:ln>
                </pic:spPr>
              </pic:pic>
            </a:graphicData>
          </a:graphic>
        </wp:inline>
      </w:drawing>
    </w:r>
  </w:p>
  <w:p w14:paraId="14A42B02" w14:textId="77777777" w:rsidR="006060F8" w:rsidRPr="00B8518B" w:rsidRDefault="006060F8" w:rsidP="00E73A2F">
    <w:pPr>
      <w:pStyle w:val="Zpat"/>
      <w:rPr>
        <w:sz w:val="2"/>
        <w:szCs w:val="2"/>
      </w:rPr>
    </w:pPr>
  </w:p>
  <w:p w14:paraId="7912B800" w14:textId="5F91527F" w:rsidR="006060F8" w:rsidRPr="00EF529C" w:rsidRDefault="006060F8" w:rsidP="00E73A2F">
    <w:pPr>
      <w:pStyle w:val="Zpat"/>
      <w:rPr>
        <w:rFonts w:cs="Calibri"/>
        <w:sz w:val="4"/>
        <w:szCs w:val="4"/>
      </w:rPr>
    </w:pPr>
  </w:p>
  <w:p w14:paraId="5E29D4C1" w14:textId="77777777" w:rsidR="006060F8" w:rsidRPr="00B9342A" w:rsidRDefault="006060F8">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695AA35C" w14:textId="77777777" w:rsidTr="00D453DF">
      <w:tc>
        <w:tcPr>
          <w:tcW w:w="1021" w:type="dxa"/>
          <w:vAlign w:val="bottom"/>
        </w:tcPr>
        <w:p w14:paraId="29605A62" w14:textId="77777777"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0781ED1" w14:textId="77777777" w:rsidR="006060F8" w:rsidRPr="007E0D11" w:rsidRDefault="006060F8" w:rsidP="007E0D11">
          <w:pPr>
            <w:pStyle w:val="SoDZpatvlevo"/>
            <w:rPr>
              <w:b/>
            </w:rPr>
          </w:pPr>
          <w:r w:rsidRPr="007E0D11">
            <w:rPr>
              <w:b/>
            </w:rPr>
            <w:t>Příloha č. 1</w:t>
          </w:r>
        </w:p>
        <w:p w14:paraId="4B432120" w14:textId="77777777" w:rsidR="006060F8" w:rsidRPr="003462EB" w:rsidRDefault="006060F8" w:rsidP="007E0D11">
          <w:pPr>
            <w:pStyle w:val="SoDZpatvlevo"/>
          </w:pPr>
          <w:r>
            <w:t>Smlouva o dílo na Z</w:t>
          </w:r>
          <w:r w:rsidRPr="003462EB">
            <w:t xml:space="preserve">hotovení stavby </w:t>
          </w:r>
        </w:p>
      </w:tc>
    </w:tr>
  </w:tbl>
  <w:p w14:paraId="5539FF59" w14:textId="77777777" w:rsidR="006060F8" w:rsidRPr="00747C0A" w:rsidRDefault="006060F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1A7997B9" w14:textId="77777777" w:rsidTr="00D453DF">
      <w:tc>
        <w:tcPr>
          <w:tcW w:w="0" w:type="auto"/>
          <w:tcMar>
            <w:left w:w="0" w:type="dxa"/>
            <w:right w:w="0" w:type="dxa"/>
          </w:tcMar>
          <w:vAlign w:val="bottom"/>
        </w:tcPr>
        <w:p w14:paraId="5788225B" w14:textId="77777777" w:rsidR="006060F8" w:rsidRPr="007E0D11" w:rsidRDefault="006060F8" w:rsidP="00D453DF">
          <w:pPr>
            <w:pStyle w:val="SoDZpatvpravo"/>
            <w:rPr>
              <w:b/>
            </w:rPr>
          </w:pPr>
          <w:r w:rsidRPr="007E0D11">
            <w:rPr>
              <w:b/>
            </w:rPr>
            <w:t>Příloha č. 1</w:t>
          </w:r>
        </w:p>
        <w:p w14:paraId="1C9AEB48" w14:textId="77777777" w:rsidR="006060F8" w:rsidRPr="003462EB" w:rsidRDefault="006060F8"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7E40E40C" w14:textId="2EF2203F" w:rsidR="006060F8" w:rsidRPr="009E09BE" w:rsidRDefault="006060F8"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D72">
            <w:rPr>
              <w:rStyle w:val="slostrnky"/>
              <w:noProof/>
            </w:rPr>
            <w:t>1</w:t>
          </w:r>
          <w:r>
            <w:rPr>
              <w:rStyle w:val="slostrnky"/>
            </w:rPr>
            <w:fldChar w:fldCharType="end"/>
          </w:r>
        </w:p>
      </w:tc>
    </w:tr>
  </w:tbl>
  <w:p w14:paraId="45BE5552" w14:textId="77777777" w:rsidR="006060F8" w:rsidRPr="00B8518B" w:rsidRDefault="006060F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749669A7" w14:textId="77777777" w:rsidTr="00D453DF">
      <w:tc>
        <w:tcPr>
          <w:tcW w:w="1021" w:type="dxa"/>
          <w:vAlign w:val="bottom"/>
        </w:tcPr>
        <w:p w14:paraId="0B3D5ABB" w14:textId="58DAAADA"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D72">
            <w:rPr>
              <w:rStyle w:val="slostrnky"/>
              <w:noProof/>
            </w:rPr>
            <w:t>2</w:t>
          </w:r>
          <w:r>
            <w:rPr>
              <w:rStyle w:val="slostrnky"/>
            </w:rPr>
            <w:fldChar w:fldCharType="end"/>
          </w:r>
        </w:p>
      </w:tc>
      <w:tc>
        <w:tcPr>
          <w:tcW w:w="0" w:type="auto"/>
          <w:vAlign w:val="bottom"/>
        </w:tcPr>
        <w:p w14:paraId="4BCE6710" w14:textId="77777777" w:rsidR="006060F8" w:rsidRPr="007E0D11" w:rsidRDefault="006060F8" w:rsidP="007E0D11">
          <w:pPr>
            <w:pStyle w:val="SoDZpatvlevo"/>
            <w:rPr>
              <w:b/>
            </w:rPr>
          </w:pPr>
          <w:r>
            <w:rPr>
              <w:b/>
            </w:rPr>
            <w:t>Příloha č. 2</w:t>
          </w:r>
        </w:p>
        <w:p w14:paraId="4854B451" w14:textId="77777777" w:rsidR="006060F8" w:rsidRPr="003462EB" w:rsidRDefault="006060F8" w:rsidP="007E0D11">
          <w:pPr>
            <w:pStyle w:val="SoDZpatvlevo"/>
          </w:pPr>
          <w:r>
            <w:t>Smlouva o dílo na Z</w:t>
          </w:r>
          <w:r w:rsidRPr="003462EB">
            <w:t xml:space="preserve">hotovení stavby </w:t>
          </w:r>
        </w:p>
      </w:tc>
    </w:tr>
  </w:tbl>
  <w:p w14:paraId="496030E4" w14:textId="77777777" w:rsidR="006060F8" w:rsidRPr="00747C0A" w:rsidRDefault="006060F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5C3387EC" w14:textId="77777777" w:rsidTr="00D453DF">
      <w:tc>
        <w:tcPr>
          <w:tcW w:w="0" w:type="auto"/>
          <w:tcMar>
            <w:left w:w="0" w:type="dxa"/>
            <w:right w:w="0" w:type="dxa"/>
          </w:tcMar>
          <w:vAlign w:val="bottom"/>
        </w:tcPr>
        <w:p w14:paraId="658F1861" w14:textId="77777777" w:rsidR="006060F8" w:rsidRPr="007E0D11" w:rsidRDefault="006060F8" w:rsidP="00D453DF">
          <w:pPr>
            <w:pStyle w:val="SoDZpatvpravo"/>
            <w:rPr>
              <w:b/>
            </w:rPr>
          </w:pPr>
          <w:r w:rsidRPr="007E0D11">
            <w:rPr>
              <w:b/>
            </w:rPr>
            <w:t xml:space="preserve">Příloha č. </w:t>
          </w:r>
          <w:r>
            <w:rPr>
              <w:b/>
            </w:rPr>
            <w:t>2</w:t>
          </w:r>
        </w:p>
        <w:p w14:paraId="3DA72053"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F8FD6E2" w14:textId="3A302A56"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D72">
            <w:rPr>
              <w:rStyle w:val="slostrnky"/>
              <w:noProof/>
            </w:rPr>
            <w:t>2</w:t>
          </w:r>
          <w:r>
            <w:rPr>
              <w:rStyle w:val="slostrnky"/>
            </w:rPr>
            <w:fldChar w:fldCharType="end"/>
          </w:r>
        </w:p>
      </w:tc>
    </w:tr>
  </w:tbl>
  <w:p w14:paraId="3FF2512F" w14:textId="77777777" w:rsidR="006060F8" w:rsidRPr="00B8518B" w:rsidRDefault="006060F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060F8" w:rsidRPr="003462EB" w14:paraId="601808AC" w14:textId="77777777" w:rsidTr="00D453DF">
      <w:tc>
        <w:tcPr>
          <w:tcW w:w="1021" w:type="dxa"/>
          <w:vAlign w:val="bottom"/>
        </w:tcPr>
        <w:p w14:paraId="3E49DABD" w14:textId="77777777" w:rsidR="006060F8" w:rsidRPr="00B8518B" w:rsidRDefault="006060F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5961B9" w14:textId="77777777" w:rsidR="006060F8" w:rsidRPr="007E0D11" w:rsidRDefault="006060F8" w:rsidP="007E0D11">
          <w:pPr>
            <w:pStyle w:val="SoDZpatvlevo"/>
            <w:rPr>
              <w:b/>
            </w:rPr>
          </w:pPr>
          <w:r>
            <w:rPr>
              <w:b/>
            </w:rPr>
            <w:t>Příloha č. 3</w:t>
          </w:r>
        </w:p>
        <w:p w14:paraId="2A06C09D" w14:textId="77777777" w:rsidR="006060F8" w:rsidRPr="003462EB" w:rsidRDefault="006060F8" w:rsidP="007E0D11">
          <w:pPr>
            <w:pStyle w:val="SoDZpatvlevo"/>
          </w:pPr>
          <w:r>
            <w:t>Smlouva o dílo na Z</w:t>
          </w:r>
          <w:r w:rsidRPr="003462EB">
            <w:t xml:space="preserve">hotovení stavby </w:t>
          </w:r>
        </w:p>
      </w:tc>
    </w:tr>
  </w:tbl>
  <w:p w14:paraId="15118CD2" w14:textId="77777777" w:rsidR="006060F8" w:rsidRPr="00747C0A" w:rsidRDefault="006060F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060F8" w:rsidRPr="009E09BE" w14:paraId="7215CC4E" w14:textId="77777777" w:rsidTr="00D453DF">
      <w:tc>
        <w:tcPr>
          <w:tcW w:w="0" w:type="auto"/>
          <w:tcMar>
            <w:left w:w="0" w:type="dxa"/>
            <w:right w:w="0" w:type="dxa"/>
          </w:tcMar>
          <w:vAlign w:val="bottom"/>
        </w:tcPr>
        <w:p w14:paraId="7FABAE7A" w14:textId="77777777" w:rsidR="006060F8" w:rsidRPr="007E0D11" w:rsidRDefault="006060F8" w:rsidP="00D453DF">
          <w:pPr>
            <w:pStyle w:val="SoDZpatvpravo"/>
            <w:rPr>
              <w:b/>
            </w:rPr>
          </w:pPr>
          <w:r w:rsidRPr="007E0D11">
            <w:rPr>
              <w:b/>
            </w:rPr>
            <w:t xml:space="preserve">Příloha č. </w:t>
          </w:r>
          <w:r>
            <w:rPr>
              <w:b/>
            </w:rPr>
            <w:t>3</w:t>
          </w:r>
        </w:p>
        <w:p w14:paraId="78518962" w14:textId="77777777" w:rsidR="006060F8" w:rsidRPr="003462EB" w:rsidRDefault="006060F8"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B107999" w14:textId="49C5850E" w:rsidR="006060F8" w:rsidRPr="009E09BE" w:rsidRDefault="006060F8"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96D72">
            <w:rPr>
              <w:rStyle w:val="slostrnky"/>
              <w:noProof/>
            </w:rPr>
            <w:t>1</w:t>
          </w:r>
          <w:r>
            <w:rPr>
              <w:rStyle w:val="slostrnky"/>
            </w:rPr>
            <w:fldChar w:fldCharType="end"/>
          </w:r>
        </w:p>
      </w:tc>
    </w:tr>
  </w:tbl>
  <w:p w14:paraId="494BB190" w14:textId="77777777" w:rsidR="006060F8" w:rsidRPr="00B8518B" w:rsidRDefault="006060F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1AED7A" w14:textId="77777777" w:rsidR="009E1999" w:rsidRDefault="009E1999" w:rsidP="00962258">
      <w:pPr>
        <w:spacing w:after="0" w:line="240" w:lineRule="auto"/>
      </w:pPr>
      <w:r>
        <w:separator/>
      </w:r>
    </w:p>
  </w:footnote>
  <w:footnote w:type="continuationSeparator" w:id="0">
    <w:p w14:paraId="3FDBE1F2" w14:textId="77777777" w:rsidR="009E1999" w:rsidRDefault="009E199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060F8" w14:paraId="2558079D" w14:textId="77777777" w:rsidTr="00B22106">
      <w:trPr>
        <w:trHeight w:hRule="exact" w:val="936"/>
      </w:trPr>
      <w:tc>
        <w:tcPr>
          <w:tcW w:w="1361" w:type="dxa"/>
          <w:tcMar>
            <w:left w:w="0" w:type="dxa"/>
            <w:right w:w="0" w:type="dxa"/>
          </w:tcMar>
        </w:tcPr>
        <w:p w14:paraId="13D24B8B" w14:textId="77777777" w:rsidR="006060F8" w:rsidRPr="00B8518B" w:rsidRDefault="006060F8" w:rsidP="00FC6389">
          <w:pPr>
            <w:pStyle w:val="Zpat"/>
            <w:rPr>
              <w:rStyle w:val="slostrnky"/>
            </w:rPr>
          </w:pPr>
        </w:p>
      </w:tc>
      <w:tc>
        <w:tcPr>
          <w:tcW w:w="3458" w:type="dxa"/>
          <w:shd w:val="clear" w:color="auto" w:fill="auto"/>
          <w:tcMar>
            <w:left w:w="0" w:type="dxa"/>
            <w:right w:w="0" w:type="dxa"/>
          </w:tcMar>
        </w:tcPr>
        <w:p w14:paraId="05A8C2B4" w14:textId="77777777" w:rsidR="006060F8" w:rsidRDefault="006060F8" w:rsidP="00FC6389">
          <w:pPr>
            <w:pStyle w:val="Zpat"/>
          </w:pPr>
          <w:r>
            <w:rPr>
              <w:noProof/>
              <w:lang w:eastAsia="cs-CZ"/>
            </w:rPr>
            <w:drawing>
              <wp:anchor distT="0" distB="0" distL="114300" distR="114300" simplePos="0" relativeHeight="251672576" behindDoc="0" locked="1" layoutInCell="1" allowOverlap="1" wp14:anchorId="0D58FAE3" wp14:editId="299D7C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423780" w14:textId="77777777" w:rsidR="006060F8" w:rsidRPr="00D6163D" w:rsidRDefault="006060F8" w:rsidP="00FC6389">
          <w:pPr>
            <w:pStyle w:val="Druhdokumentu"/>
          </w:pPr>
        </w:p>
      </w:tc>
    </w:tr>
    <w:tr w:rsidR="006060F8" w14:paraId="3EB6FDC2" w14:textId="77777777" w:rsidTr="00B22106">
      <w:trPr>
        <w:trHeight w:hRule="exact" w:val="936"/>
      </w:trPr>
      <w:tc>
        <w:tcPr>
          <w:tcW w:w="1361" w:type="dxa"/>
          <w:tcMar>
            <w:left w:w="0" w:type="dxa"/>
            <w:right w:w="0" w:type="dxa"/>
          </w:tcMar>
        </w:tcPr>
        <w:p w14:paraId="3D28CAE8" w14:textId="77777777" w:rsidR="006060F8" w:rsidRPr="00B8518B" w:rsidRDefault="006060F8" w:rsidP="00FC6389">
          <w:pPr>
            <w:pStyle w:val="Zpat"/>
            <w:rPr>
              <w:rStyle w:val="slostrnky"/>
            </w:rPr>
          </w:pPr>
        </w:p>
      </w:tc>
      <w:tc>
        <w:tcPr>
          <w:tcW w:w="3458" w:type="dxa"/>
          <w:shd w:val="clear" w:color="auto" w:fill="auto"/>
          <w:tcMar>
            <w:left w:w="0" w:type="dxa"/>
            <w:right w:w="0" w:type="dxa"/>
          </w:tcMar>
        </w:tcPr>
        <w:p w14:paraId="60FCFAF3" w14:textId="77777777" w:rsidR="006060F8" w:rsidRDefault="006060F8" w:rsidP="00FC6389">
          <w:pPr>
            <w:pStyle w:val="Zpat"/>
          </w:pPr>
        </w:p>
      </w:tc>
      <w:tc>
        <w:tcPr>
          <w:tcW w:w="5756" w:type="dxa"/>
          <w:shd w:val="clear" w:color="auto" w:fill="auto"/>
          <w:tcMar>
            <w:left w:w="0" w:type="dxa"/>
            <w:right w:w="0" w:type="dxa"/>
          </w:tcMar>
        </w:tcPr>
        <w:p w14:paraId="64341FDB" w14:textId="77777777" w:rsidR="006060F8" w:rsidRPr="00D6163D" w:rsidRDefault="006060F8" w:rsidP="00FC6389">
          <w:pPr>
            <w:pStyle w:val="Druhdokumentu"/>
          </w:pPr>
        </w:p>
      </w:tc>
    </w:tr>
  </w:tbl>
  <w:p w14:paraId="0D31D638" w14:textId="77777777" w:rsidR="006060F8" w:rsidRPr="00D6163D" w:rsidRDefault="006060F8" w:rsidP="00FC6389">
    <w:pPr>
      <w:pStyle w:val="Zhlav"/>
      <w:rPr>
        <w:sz w:val="8"/>
        <w:szCs w:val="8"/>
      </w:rPr>
    </w:pPr>
  </w:p>
  <w:p w14:paraId="4BF3D48C" w14:textId="77777777" w:rsidR="006060F8" w:rsidRPr="00460660" w:rsidRDefault="006060F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0AE4A" w14:textId="77777777" w:rsidR="006060F8" w:rsidRPr="00D6163D" w:rsidRDefault="006060F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F25C3" w14:textId="77777777" w:rsidR="006060F8" w:rsidRPr="00D6163D" w:rsidRDefault="006060F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3A1AC" w14:textId="77777777" w:rsidR="006060F8" w:rsidRDefault="006060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BE3C4" w14:textId="77777777" w:rsidR="006060F8" w:rsidRPr="00D6163D" w:rsidRDefault="006060F8">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1E54C" w14:textId="77777777" w:rsidR="006060F8" w:rsidRDefault="006060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A96C7" w14:textId="77777777" w:rsidR="006060F8" w:rsidRPr="00D6163D" w:rsidRDefault="006060F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58A9B" w14:textId="77777777" w:rsidR="006060F8" w:rsidRPr="00D6163D" w:rsidRDefault="006060F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75060" w14:textId="77777777" w:rsidR="006060F8" w:rsidRPr="00D6163D" w:rsidRDefault="006060F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101F8" w14:textId="77777777" w:rsidR="006060F8" w:rsidRPr="00D6163D" w:rsidRDefault="006060F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DFE76" w14:textId="77777777" w:rsidR="006060F8" w:rsidRPr="00D6163D" w:rsidRDefault="006060F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D3A35" w14:textId="77777777" w:rsidR="006060F8" w:rsidRPr="00D6163D" w:rsidRDefault="006060F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F8A99" w14:textId="77777777" w:rsidR="006060F8" w:rsidRDefault="006060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68E0E" w14:textId="77777777" w:rsidR="006060F8" w:rsidRPr="00D6163D" w:rsidRDefault="006060F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981A7" w14:textId="77777777" w:rsidR="006060F8" w:rsidRDefault="006060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8"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184131561">
    <w:abstractNumId w:val="3"/>
  </w:num>
  <w:num w:numId="2" w16cid:durableId="972178377">
    <w:abstractNumId w:val="1"/>
  </w:num>
  <w:num w:numId="3" w16cid:durableId="403258449">
    <w:abstractNumId w:val="9"/>
  </w:num>
  <w:num w:numId="4" w16cid:durableId="201940582">
    <w:abstractNumId w:val="4"/>
  </w:num>
  <w:num w:numId="5" w16cid:durableId="1506433070">
    <w:abstractNumId w:val="5"/>
  </w:num>
  <w:num w:numId="6" w16cid:durableId="117258197">
    <w:abstractNumId w:val="6"/>
  </w:num>
  <w:num w:numId="7" w16cid:durableId="17029704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9434459">
    <w:abstractNumId w:val="7"/>
  </w:num>
  <w:num w:numId="9" w16cid:durableId="1903786377">
    <w:abstractNumId w:val="8"/>
  </w:num>
  <w:num w:numId="10" w16cid:durableId="10086756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630182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62445585">
    <w:abstractNumId w:val="2"/>
  </w:num>
  <w:num w:numId="13" w16cid:durableId="13528739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43533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475156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25009212">
    <w:abstractNumId w:val="0"/>
  </w:num>
  <w:num w:numId="17" w16cid:durableId="1764104474">
    <w:abstractNumId w:val="2"/>
    <w:lvlOverride w:ilvl="0">
      <w:startOverride w:val="22"/>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04203"/>
    <w:rsid w:val="00017F3C"/>
    <w:rsid w:val="000207DA"/>
    <w:rsid w:val="000266F9"/>
    <w:rsid w:val="00026C50"/>
    <w:rsid w:val="000337EB"/>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24F4"/>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A2903"/>
    <w:rsid w:val="001B0274"/>
    <w:rsid w:val="001B0C16"/>
    <w:rsid w:val="001B325A"/>
    <w:rsid w:val="001B41B3"/>
    <w:rsid w:val="001B4E74"/>
    <w:rsid w:val="001B625A"/>
    <w:rsid w:val="001B785B"/>
    <w:rsid w:val="001C1773"/>
    <w:rsid w:val="001C30FB"/>
    <w:rsid w:val="001C5817"/>
    <w:rsid w:val="001C645F"/>
    <w:rsid w:val="001C65FE"/>
    <w:rsid w:val="001C7FB8"/>
    <w:rsid w:val="001D104D"/>
    <w:rsid w:val="001E63D3"/>
    <w:rsid w:val="001E678E"/>
    <w:rsid w:val="001F2502"/>
    <w:rsid w:val="001F279D"/>
    <w:rsid w:val="001F37D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2A52"/>
    <w:rsid w:val="002B5EC9"/>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C7DE6"/>
    <w:rsid w:val="003D0437"/>
    <w:rsid w:val="003D21CC"/>
    <w:rsid w:val="003D4A94"/>
    <w:rsid w:val="003D756E"/>
    <w:rsid w:val="003E0248"/>
    <w:rsid w:val="003E3720"/>
    <w:rsid w:val="003E420D"/>
    <w:rsid w:val="003E4C13"/>
    <w:rsid w:val="004078F3"/>
    <w:rsid w:val="00422E5B"/>
    <w:rsid w:val="00427794"/>
    <w:rsid w:val="004328E4"/>
    <w:rsid w:val="00442C8C"/>
    <w:rsid w:val="00443A0F"/>
    <w:rsid w:val="00450F07"/>
    <w:rsid w:val="0045180B"/>
    <w:rsid w:val="00453CD3"/>
    <w:rsid w:val="00460660"/>
    <w:rsid w:val="0046218F"/>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41CF5"/>
    <w:rsid w:val="006420D8"/>
    <w:rsid w:val="006467C2"/>
    <w:rsid w:val="006544F8"/>
    <w:rsid w:val="0065610E"/>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70DC"/>
    <w:rsid w:val="00747C0A"/>
    <w:rsid w:val="007541A2"/>
    <w:rsid w:val="007541D7"/>
    <w:rsid w:val="007557D3"/>
    <w:rsid w:val="00755818"/>
    <w:rsid w:val="00755AEB"/>
    <w:rsid w:val="007616C2"/>
    <w:rsid w:val="0076286B"/>
    <w:rsid w:val="0076569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774BC"/>
    <w:rsid w:val="008916E9"/>
    <w:rsid w:val="00893E0D"/>
    <w:rsid w:val="008943FA"/>
    <w:rsid w:val="008946E4"/>
    <w:rsid w:val="00895049"/>
    <w:rsid w:val="00895BC5"/>
    <w:rsid w:val="00896D72"/>
    <w:rsid w:val="008A3568"/>
    <w:rsid w:val="008A58E6"/>
    <w:rsid w:val="008A59C6"/>
    <w:rsid w:val="008A63EC"/>
    <w:rsid w:val="008A66FC"/>
    <w:rsid w:val="008B2D4D"/>
    <w:rsid w:val="008B34E5"/>
    <w:rsid w:val="008B59D3"/>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1999"/>
    <w:rsid w:val="009E20FE"/>
    <w:rsid w:val="009E5D23"/>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32963"/>
    <w:rsid w:val="00A37628"/>
    <w:rsid w:val="00A44409"/>
    <w:rsid w:val="00A4551B"/>
    <w:rsid w:val="00A4555D"/>
    <w:rsid w:val="00A50641"/>
    <w:rsid w:val="00A530BF"/>
    <w:rsid w:val="00A5754E"/>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1A2"/>
    <w:rsid w:val="00AC383E"/>
    <w:rsid w:val="00AC41C6"/>
    <w:rsid w:val="00AD056F"/>
    <w:rsid w:val="00AD075C"/>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D257F"/>
    <w:rsid w:val="00BD5DE9"/>
    <w:rsid w:val="00BD7E32"/>
    <w:rsid w:val="00BD7E91"/>
    <w:rsid w:val="00BD7F0D"/>
    <w:rsid w:val="00BE21C8"/>
    <w:rsid w:val="00BF204D"/>
    <w:rsid w:val="00C02D0A"/>
    <w:rsid w:val="00C03A6E"/>
    <w:rsid w:val="00C129C7"/>
    <w:rsid w:val="00C15AFC"/>
    <w:rsid w:val="00C226C0"/>
    <w:rsid w:val="00C258A4"/>
    <w:rsid w:val="00C3721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0737"/>
    <w:rsid w:val="00D519A6"/>
    <w:rsid w:val="00D525CD"/>
    <w:rsid w:val="00D5439C"/>
    <w:rsid w:val="00D6163D"/>
    <w:rsid w:val="00D628F7"/>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4791C"/>
    <w:rsid w:val="00E5194A"/>
    <w:rsid w:val="00E533EC"/>
    <w:rsid w:val="00E54A5D"/>
    <w:rsid w:val="00E618C4"/>
    <w:rsid w:val="00E73584"/>
    <w:rsid w:val="00E73A2F"/>
    <w:rsid w:val="00E7415D"/>
    <w:rsid w:val="00E77326"/>
    <w:rsid w:val="00E8605C"/>
    <w:rsid w:val="00E878EE"/>
    <w:rsid w:val="00E87E85"/>
    <w:rsid w:val="00E901A3"/>
    <w:rsid w:val="00E91D37"/>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E12C3"/>
    <w:rsid w:val="00EE1361"/>
    <w:rsid w:val="00EE3D66"/>
    <w:rsid w:val="00EE65E1"/>
    <w:rsid w:val="00EF7106"/>
    <w:rsid w:val="00F016C7"/>
    <w:rsid w:val="00F03D39"/>
    <w:rsid w:val="00F05187"/>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559C5"/>
    <w:rsid w:val="00F638F7"/>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58AD"/>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1562F2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7E85"/>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A28FD99-3C4F-47F3-B3B0-4A3298058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18</TotalTime>
  <Pages>32</Pages>
  <Words>4920</Words>
  <Characters>29032</Characters>
  <Application>Microsoft Office Word</Application>
  <DocSecurity>0</DocSecurity>
  <Lines>241</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Kamila Přerovská</cp:lastModifiedBy>
  <cp:revision>12</cp:revision>
  <cp:lastPrinted>2023-03-22T12:55:00Z</cp:lastPrinted>
  <dcterms:created xsi:type="dcterms:W3CDTF">2024-05-28T08:30:00Z</dcterms:created>
  <dcterms:modified xsi:type="dcterms:W3CDTF">2024-07-17T10:59:00Z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